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3898"/>
        <w:gridCol w:w="389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70641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97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567D12">
            <w:pPr>
              <w:rPr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97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F412FD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Hospital Number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2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F412FD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2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2"/>
            <w:vMerge w:val="restart"/>
            <w:tcMar>
              <w:top w:w="28" w:type="dxa"/>
              <w:bottom w:w="28" w:type="dxa"/>
            </w:tcMar>
          </w:tcPr>
          <w:p w:rsidR="00567D12" w:rsidRPr="00567D12" w:rsidRDefault="00567D12" w:rsidP="00567D12">
            <w:pPr>
              <w:rPr>
                <w:rFonts w:ascii="Arial" w:hAnsi="Arial" w:cs="Arial"/>
                <w:sz w:val="18"/>
                <w:szCs w:val="18"/>
              </w:rPr>
            </w:pPr>
            <w:r w:rsidRPr="00567D12">
              <w:rPr>
                <w:rFonts w:ascii="Arial" w:hAnsi="Arial" w:cs="Arial"/>
                <w:sz w:val="18"/>
                <w:szCs w:val="18"/>
              </w:rPr>
              <w:t xml:space="preserve">79 year old male Presented Complaints: Right sided </w:t>
            </w:r>
            <w:proofErr w:type="spellStart"/>
            <w:r w:rsidRPr="00567D12">
              <w:rPr>
                <w:rFonts w:ascii="Arial" w:hAnsi="Arial" w:cs="Arial"/>
                <w:sz w:val="18"/>
                <w:szCs w:val="18"/>
              </w:rPr>
              <w:t>weakness+Dysarthia+Facial</w:t>
            </w:r>
            <w:proofErr w:type="spellEnd"/>
            <w:r w:rsidRPr="00567D12">
              <w:rPr>
                <w:rFonts w:ascii="Arial" w:hAnsi="Arial" w:cs="Arial"/>
                <w:sz w:val="18"/>
                <w:szCs w:val="18"/>
              </w:rPr>
              <w:t xml:space="preserve"> droop</w:t>
            </w:r>
          </w:p>
          <w:p w:rsidR="00A5497F" w:rsidRPr="00BE67C6" w:rsidRDefault="00567D12" w:rsidP="00567D12">
            <w:pPr>
              <w:rPr>
                <w:rFonts w:ascii="Arial" w:hAnsi="Arial" w:cs="Arial"/>
                <w:sz w:val="18"/>
                <w:szCs w:val="18"/>
              </w:rPr>
            </w:pPr>
            <w:r w:rsidRPr="00567D12">
              <w:rPr>
                <w:rFonts w:ascii="Arial" w:hAnsi="Arial" w:cs="Arial"/>
                <w:sz w:val="18"/>
                <w:szCs w:val="18"/>
              </w:rPr>
              <w:t xml:space="preserve">Onset- 21/09/21 at 10.25 am. patient was </w:t>
            </w:r>
            <w:proofErr w:type="spellStart"/>
            <w:r w:rsidRPr="00567D12">
              <w:rPr>
                <w:rFonts w:ascii="Arial" w:hAnsi="Arial" w:cs="Arial"/>
                <w:sz w:val="18"/>
                <w:szCs w:val="18"/>
              </w:rPr>
              <w:t>thrombolysed</w:t>
            </w:r>
            <w:proofErr w:type="spellEnd"/>
            <w:r w:rsidRPr="00567D12">
              <w:rPr>
                <w:rFonts w:ascii="Arial" w:hAnsi="Arial" w:cs="Arial"/>
                <w:sz w:val="18"/>
                <w:szCs w:val="18"/>
              </w:rPr>
              <w:t xml:space="preserve"> and requires carotid </w:t>
            </w:r>
            <w:proofErr w:type="spellStart"/>
            <w:r w:rsidRPr="00567D12">
              <w:rPr>
                <w:rFonts w:ascii="Arial" w:hAnsi="Arial" w:cs="Arial"/>
                <w:sz w:val="18"/>
                <w:szCs w:val="18"/>
              </w:rPr>
              <w:t>doppler</w:t>
            </w:r>
            <w:proofErr w:type="spellEnd"/>
            <w:r w:rsidRPr="00567D12">
              <w:rPr>
                <w:rFonts w:ascii="Arial" w:hAnsi="Arial" w:cs="Arial"/>
                <w:sz w:val="18"/>
                <w:szCs w:val="18"/>
              </w:rPr>
              <w:t xml:space="preserve"> for further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2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3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591C9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567D12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4114800</wp:posOffset>
                      </wp:positionH>
                      <wp:positionV relativeFrom="paragraph">
                        <wp:posOffset>1648460</wp:posOffset>
                      </wp:positionV>
                      <wp:extent cx="60960" cy="734060"/>
                      <wp:effectExtent l="5715" t="5715" r="9525" b="12700"/>
                      <wp:wrapNone/>
                      <wp:docPr id="51" name="Freeform 4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0960" cy="734060"/>
                              </a:xfrm>
                              <a:custGeom>
                                <a:avLst/>
                                <a:gdLst>
                                  <a:gd name="T0" fmla="*/ 96 w 96"/>
                                  <a:gd name="T1" fmla="*/ 132 h 1156"/>
                                  <a:gd name="T2" fmla="*/ 66 w 96"/>
                                  <a:gd name="T3" fmla="*/ 228 h 1156"/>
                                  <a:gd name="T4" fmla="*/ 84 w 96"/>
                                  <a:gd name="T5" fmla="*/ 342 h 1156"/>
                                  <a:gd name="T6" fmla="*/ 6 w 96"/>
                                  <a:gd name="T7" fmla="*/ 528 h 1156"/>
                                  <a:gd name="T8" fmla="*/ 48 w 96"/>
                                  <a:gd name="T9" fmla="*/ 636 h 1156"/>
                                  <a:gd name="T10" fmla="*/ 48 w 96"/>
                                  <a:gd name="T11" fmla="*/ 774 h 1156"/>
                                  <a:gd name="T12" fmla="*/ 48 w 96"/>
                                  <a:gd name="T13" fmla="*/ 972 h 1156"/>
                                  <a:gd name="T14" fmla="*/ 66 w 96"/>
                                  <a:gd name="T15" fmla="*/ 1020 h 1156"/>
                                  <a:gd name="T16" fmla="*/ 96 w 96"/>
                                  <a:gd name="T17" fmla="*/ 132 h 115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96" h="1156">
                                    <a:moveTo>
                                      <a:pt x="96" y="132"/>
                                    </a:moveTo>
                                    <a:cubicBezTo>
                                      <a:pt x="96" y="0"/>
                                      <a:pt x="68" y="193"/>
                                      <a:pt x="66" y="228"/>
                                    </a:cubicBezTo>
                                    <a:cubicBezTo>
                                      <a:pt x="64" y="263"/>
                                      <a:pt x="94" y="292"/>
                                      <a:pt x="84" y="342"/>
                                    </a:cubicBezTo>
                                    <a:cubicBezTo>
                                      <a:pt x="74" y="392"/>
                                      <a:pt x="12" y="479"/>
                                      <a:pt x="6" y="528"/>
                                    </a:cubicBezTo>
                                    <a:cubicBezTo>
                                      <a:pt x="0" y="577"/>
                                      <a:pt x="41" y="595"/>
                                      <a:pt x="48" y="636"/>
                                    </a:cubicBezTo>
                                    <a:cubicBezTo>
                                      <a:pt x="55" y="677"/>
                                      <a:pt x="48" y="718"/>
                                      <a:pt x="48" y="774"/>
                                    </a:cubicBezTo>
                                    <a:cubicBezTo>
                                      <a:pt x="48" y="830"/>
                                      <a:pt x="45" y="931"/>
                                      <a:pt x="48" y="972"/>
                                    </a:cubicBezTo>
                                    <a:cubicBezTo>
                                      <a:pt x="51" y="1013"/>
                                      <a:pt x="57" y="1156"/>
                                      <a:pt x="66" y="1020"/>
                                    </a:cubicBezTo>
                                    <a:cubicBezTo>
                                      <a:pt x="75" y="884"/>
                                      <a:pt x="96" y="264"/>
                                      <a:pt x="96" y="13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D82A59" id="Freeform 492" o:spid="_x0000_s1026" style="position:absolute;margin-left:324pt;margin-top:129.8pt;width:4.8pt;height:57.8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6,1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" path="m96,132c96,,68,193,66,228v-2,35,28,64,18,114c74,392,12,479,6,528,,577,41,595,48,636v7,41,,82,,138c48,830,45,931,48,972v3,41,9,184,18,48c75,884,96,264,96,132xe" fillcolor="#333">
                      <v:path arrowok="t" o:connecttype="custom" o:connectlocs="60960,83820;41910,144780;53340,217170;3810,335280;30480,403860;30480,491490;30480,617220;41910,647700;60960,83820" o:connectangles="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2209165</wp:posOffset>
                      </wp:positionH>
                      <wp:positionV relativeFrom="paragraph">
                        <wp:posOffset>1804670</wp:posOffset>
                      </wp:positionV>
                      <wp:extent cx="74295" cy="520065"/>
                      <wp:effectExtent l="5080" t="9525" r="6350" b="13335"/>
                      <wp:wrapNone/>
                      <wp:docPr id="50" name="Freeform 4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4295" cy="520065"/>
                              </a:xfrm>
                              <a:custGeom>
                                <a:avLst/>
                                <a:gdLst>
                                  <a:gd name="T0" fmla="*/ 31 w 117"/>
                                  <a:gd name="T1" fmla="*/ 0 h 819"/>
                                  <a:gd name="T2" fmla="*/ 1 w 117"/>
                                  <a:gd name="T3" fmla="*/ 120 h 819"/>
                                  <a:gd name="T4" fmla="*/ 37 w 117"/>
                                  <a:gd name="T5" fmla="*/ 276 h 819"/>
                                  <a:gd name="T6" fmla="*/ 37 w 117"/>
                                  <a:gd name="T7" fmla="*/ 444 h 819"/>
                                  <a:gd name="T8" fmla="*/ 55 w 117"/>
                                  <a:gd name="T9" fmla="*/ 564 h 819"/>
                                  <a:gd name="T10" fmla="*/ 115 w 117"/>
                                  <a:gd name="T11" fmla="*/ 756 h 819"/>
                                  <a:gd name="T12" fmla="*/ 67 w 117"/>
                                  <a:gd name="T13" fmla="*/ 186 h 819"/>
                                  <a:gd name="T14" fmla="*/ 31 w 117"/>
                                  <a:gd name="T15" fmla="*/ 36 h 8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117" h="819">
                                    <a:moveTo>
                                      <a:pt x="31" y="0"/>
                                    </a:moveTo>
                                    <a:cubicBezTo>
                                      <a:pt x="15" y="37"/>
                                      <a:pt x="0" y="74"/>
                                      <a:pt x="1" y="120"/>
                                    </a:cubicBezTo>
                                    <a:cubicBezTo>
                                      <a:pt x="2" y="166"/>
                                      <a:pt x="31" y="222"/>
                                      <a:pt x="37" y="276"/>
                                    </a:cubicBezTo>
                                    <a:cubicBezTo>
                                      <a:pt x="43" y="330"/>
                                      <a:pt x="34" y="396"/>
                                      <a:pt x="37" y="444"/>
                                    </a:cubicBezTo>
                                    <a:cubicBezTo>
                                      <a:pt x="40" y="492"/>
                                      <a:pt x="42" y="512"/>
                                      <a:pt x="55" y="564"/>
                                    </a:cubicBezTo>
                                    <a:cubicBezTo>
                                      <a:pt x="68" y="616"/>
                                      <a:pt x="113" y="819"/>
                                      <a:pt x="115" y="756"/>
                                    </a:cubicBezTo>
                                    <a:cubicBezTo>
                                      <a:pt x="117" y="693"/>
                                      <a:pt x="81" y="306"/>
                                      <a:pt x="67" y="186"/>
                                    </a:cubicBezTo>
                                    <a:cubicBezTo>
                                      <a:pt x="53" y="66"/>
                                      <a:pt x="42" y="51"/>
                                      <a:pt x="31" y="36"/>
                                    </a:cubicBezTo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5F7BDE" id="Freeform 491" o:spid="_x0000_s1026" style="position:absolute;margin-left:173.95pt;margin-top:142.1pt;width:5.85pt;height:40.9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7,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" path="m31,c15,37,,74,1,120v1,46,30,102,36,156c43,330,34,396,37,444v3,48,5,68,18,120c68,616,113,819,115,756,117,693,81,306,67,186,53,66,42,51,31,36e" fillcolor="#333">
                      <v:path arrowok="t" o:connecttype="custom" o:connectlocs="19685,0;635,76200;23495,175260;23495,281940;34925,358140;73025,480060;42545,118110;19685,22860" o:connectangles="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1939925</wp:posOffset>
                      </wp:positionH>
                      <wp:positionV relativeFrom="paragraph">
                        <wp:posOffset>1799590</wp:posOffset>
                      </wp:positionV>
                      <wp:extent cx="55880" cy="293370"/>
                      <wp:effectExtent l="12065" t="13970" r="8255" b="6985"/>
                      <wp:wrapNone/>
                      <wp:docPr id="49" name="Freeform 4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5880" cy="293370"/>
                              </a:xfrm>
                              <a:custGeom>
                                <a:avLst/>
                                <a:gdLst>
                                  <a:gd name="T0" fmla="*/ 53 w 88"/>
                                  <a:gd name="T1" fmla="*/ 2 h 462"/>
                                  <a:gd name="T2" fmla="*/ 71 w 88"/>
                                  <a:gd name="T3" fmla="*/ 86 h 462"/>
                                  <a:gd name="T4" fmla="*/ 83 w 88"/>
                                  <a:gd name="T5" fmla="*/ 122 h 462"/>
                                  <a:gd name="T6" fmla="*/ 41 w 88"/>
                                  <a:gd name="T7" fmla="*/ 218 h 462"/>
                                  <a:gd name="T8" fmla="*/ 41 w 88"/>
                                  <a:gd name="T9" fmla="*/ 314 h 462"/>
                                  <a:gd name="T10" fmla="*/ 5 w 88"/>
                                  <a:gd name="T11" fmla="*/ 458 h 462"/>
                                  <a:gd name="T12" fmla="*/ 11 w 88"/>
                                  <a:gd name="T13" fmla="*/ 290 h 462"/>
                                  <a:gd name="T14" fmla="*/ 29 w 88"/>
                                  <a:gd name="T15" fmla="*/ 74 h 462"/>
                                  <a:gd name="T16" fmla="*/ 53 w 88"/>
                                  <a:gd name="T17" fmla="*/ 2 h 4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88" h="462">
                                    <a:moveTo>
                                      <a:pt x="53" y="2"/>
                                    </a:moveTo>
                                    <a:cubicBezTo>
                                      <a:pt x="60" y="4"/>
                                      <a:pt x="66" y="66"/>
                                      <a:pt x="71" y="86"/>
                                    </a:cubicBezTo>
                                    <a:cubicBezTo>
                                      <a:pt x="76" y="106"/>
                                      <a:pt x="88" y="100"/>
                                      <a:pt x="83" y="122"/>
                                    </a:cubicBezTo>
                                    <a:cubicBezTo>
                                      <a:pt x="78" y="144"/>
                                      <a:pt x="48" y="186"/>
                                      <a:pt x="41" y="218"/>
                                    </a:cubicBezTo>
                                    <a:cubicBezTo>
                                      <a:pt x="34" y="250"/>
                                      <a:pt x="47" y="274"/>
                                      <a:pt x="41" y="314"/>
                                    </a:cubicBezTo>
                                    <a:cubicBezTo>
                                      <a:pt x="35" y="354"/>
                                      <a:pt x="10" y="462"/>
                                      <a:pt x="5" y="458"/>
                                    </a:cubicBezTo>
                                    <a:cubicBezTo>
                                      <a:pt x="0" y="454"/>
                                      <a:pt x="7" y="354"/>
                                      <a:pt x="11" y="290"/>
                                    </a:cubicBezTo>
                                    <a:cubicBezTo>
                                      <a:pt x="15" y="226"/>
                                      <a:pt x="22" y="120"/>
                                      <a:pt x="29" y="74"/>
                                    </a:cubicBezTo>
                                    <a:cubicBezTo>
                                      <a:pt x="36" y="28"/>
                                      <a:pt x="46" y="0"/>
                                      <a:pt x="53" y="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34475E" id="Freeform 490" o:spid="_x0000_s1026" style="position:absolute;margin-left:152.75pt;margin-top:141.7pt;width:4.4pt;height:23.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,4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" path="m53,2v7,2,13,64,18,84c76,106,88,100,83,122v-5,22,-35,64,-42,96c34,250,47,274,41,314,35,354,10,462,5,458,,454,7,354,11,290,15,226,22,120,29,74,36,28,46,,53,2xe" fillcolor="#333">
                      <v:path arrowok="t" o:connecttype="custom" o:connectlocs="33655,1270;45085,54610;52705,77470;26035,138430;26035,199390;3175,290830;6985,184150;18415,46990;33655,1270" o:connectangles="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1949450</wp:posOffset>
                      </wp:positionH>
                      <wp:positionV relativeFrom="paragraph">
                        <wp:posOffset>2089785</wp:posOffset>
                      </wp:positionV>
                      <wp:extent cx="153670" cy="437515"/>
                      <wp:effectExtent l="12065" t="8890" r="5715" b="10795"/>
                      <wp:wrapNone/>
                      <wp:docPr id="48" name="Freeform 4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3670" cy="437515"/>
                              </a:xfrm>
                              <a:custGeom>
                                <a:avLst/>
                                <a:gdLst>
                                  <a:gd name="T0" fmla="*/ 218 w 242"/>
                                  <a:gd name="T1" fmla="*/ 637 h 689"/>
                                  <a:gd name="T2" fmla="*/ 236 w 242"/>
                                  <a:gd name="T3" fmla="*/ 583 h 689"/>
                                  <a:gd name="T4" fmla="*/ 212 w 242"/>
                                  <a:gd name="T5" fmla="*/ 511 h 689"/>
                                  <a:gd name="T6" fmla="*/ 176 w 242"/>
                                  <a:gd name="T7" fmla="*/ 349 h 689"/>
                                  <a:gd name="T8" fmla="*/ 152 w 242"/>
                                  <a:gd name="T9" fmla="*/ 253 h 689"/>
                                  <a:gd name="T10" fmla="*/ 116 w 242"/>
                                  <a:gd name="T11" fmla="*/ 217 h 689"/>
                                  <a:gd name="T12" fmla="*/ 80 w 242"/>
                                  <a:gd name="T13" fmla="*/ 91 h 689"/>
                                  <a:gd name="T14" fmla="*/ 44 w 242"/>
                                  <a:gd name="T15" fmla="*/ 49 h 689"/>
                                  <a:gd name="T16" fmla="*/ 8 w 242"/>
                                  <a:gd name="T17" fmla="*/ 37 h 689"/>
                                  <a:gd name="T18" fmla="*/ 92 w 242"/>
                                  <a:gd name="T19" fmla="*/ 271 h 689"/>
                                  <a:gd name="T20" fmla="*/ 218 w 242"/>
                                  <a:gd name="T21" fmla="*/ 637 h 68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242" h="689">
                                    <a:moveTo>
                                      <a:pt x="218" y="637"/>
                                    </a:moveTo>
                                    <a:cubicBezTo>
                                      <a:pt x="242" y="689"/>
                                      <a:pt x="237" y="604"/>
                                      <a:pt x="236" y="583"/>
                                    </a:cubicBezTo>
                                    <a:cubicBezTo>
                                      <a:pt x="235" y="562"/>
                                      <a:pt x="222" y="550"/>
                                      <a:pt x="212" y="511"/>
                                    </a:cubicBezTo>
                                    <a:cubicBezTo>
                                      <a:pt x="202" y="472"/>
                                      <a:pt x="186" y="392"/>
                                      <a:pt x="176" y="349"/>
                                    </a:cubicBezTo>
                                    <a:cubicBezTo>
                                      <a:pt x="166" y="306"/>
                                      <a:pt x="162" y="275"/>
                                      <a:pt x="152" y="253"/>
                                    </a:cubicBezTo>
                                    <a:cubicBezTo>
                                      <a:pt x="142" y="231"/>
                                      <a:pt x="128" y="244"/>
                                      <a:pt x="116" y="217"/>
                                    </a:cubicBezTo>
                                    <a:cubicBezTo>
                                      <a:pt x="104" y="190"/>
                                      <a:pt x="92" y="119"/>
                                      <a:pt x="80" y="91"/>
                                    </a:cubicBezTo>
                                    <a:cubicBezTo>
                                      <a:pt x="68" y="63"/>
                                      <a:pt x="56" y="58"/>
                                      <a:pt x="44" y="49"/>
                                    </a:cubicBezTo>
                                    <a:cubicBezTo>
                                      <a:pt x="32" y="40"/>
                                      <a:pt x="0" y="0"/>
                                      <a:pt x="8" y="37"/>
                                    </a:cubicBezTo>
                                    <a:cubicBezTo>
                                      <a:pt x="16" y="74"/>
                                      <a:pt x="59" y="167"/>
                                      <a:pt x="92" y="271"/>
                                    </a:cubicBezTo>
                                    <a:cubicBezTo>
                                      <a:pt x="125" y="375"/>
                                      <a:pt x="194" y="585"/>
                                      <a:pt x="218" y="63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5163F6" id="Freeform 489" o:spid="_x0000_s1026" style="position:absolute;margin-left:153.5pt;margin-top:164.55pt;width:12.1pt;height:34.4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42,6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" path="m218,637v24,52,19,-33,18,-54c235,562,222,550,212,511,202,472,186,392,176,349,166,306,162,275,152,253v-10,-22,-24,-9,-36,-36c104,190,92,119,80,91,68,63,56,58,44,49,32,40,,,8,37v8,37,51,130,84,234c125,375,194,585,218,637xe" fillcolor="#333">
                      <v:path arrowok="t" o:connecttype="custom" o:connectlocs="138430,404495;149860,370205;134620,324485;111760,221615;96520,160655;73660,137795;50800,57785;27940,31115;5080,23495;58420,172085;138430,404495" o:connectangles="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7620" r="1905" b="1905"/>
                      <wp:wrapNone/>
                      <wp:docPr id="47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567D12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8" o:spid="_x0000_s1026" type="#_x0000_t202" style="position:absolute;left:0;text-align:left;margin-left:204.9pt;margin-top:24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4WmwIAAEw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GSpIcaPbHRoTs1onyx8A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kdA8a5aK7oHKxkFpQa/wBMEg06ZbxgN0M4Vtl+3xDCM&#10;xDvp7ejzgf4/D8x5sD4PiGwAqsIOozi8d/HN2GrDNx3cFBtAqluwcMuDvZ6zAgo+gJYNZA7Pi38T&#10;zuOw6/kRXP4E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CkHw4W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567D12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8255" r="3810" b="1270"/>
                      <wp:wrapNone/>
                      <wp:docPr id="46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567D12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114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7" type="#_x0000_t202" style="position:absolute;left:0;text-align:left;margin-left:267.75pt;margin-top:247.7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6AngIAAFM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CSpIcaPbHRoTs1onwx9w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567D12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635" r="5715" b="8890"/>
                      <wp:wrapNone/>
                      <wp:docPr id="45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567D12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8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Yl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ItvNiW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567D12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1270" r="7620" b="8255"/>
                      <wp:wrapNone/>
                      <wp:docPr id="44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567D12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567D12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8255" r="5080" b="8890"/>
                      <wp:wrapNone/>
                      <wp:docPr id="43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567D12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67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567D12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23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0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567D1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67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567D1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4445" r="0" b="3175"/>
                      <wp:wrapNone/>
                      <wp:docPr id="42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567D12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69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567D12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1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SwsgIAAF4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567D1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69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567D12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-13335</wp:posOffset>
                      </wp:positionV>
                      <wp:extent cx="4838065" cy="4699000"/>
                      <wp:effectExtent l="7620" t="1270" r="2540" b="5080"/>
                      <wp:wrapNone/>
                      <wp:docPr id="8" name="Group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38065" cy="4699000"/>
                                <a:chOff x="3255" y="3284"/>
                                <a:chExt cx="6401" cy="6217"/>
                              </a:xfrm>
                            </wpg:grpSpPr>
                            <wps:wsp>
                              <wps:cNvPr id="9" name="Freeform 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01" y="3307"/>
                                  <a:ext cx="2261" cy="1310"/>
                                </a:xfrm>
                                <a:custGeom>
                                  <a:avLst/>
                                  <a:gdLst>
                                    <a:gd name="T0" fmla="*/ 0 w 1596"/>
                                    <a:gd name="T1" fmla="*/ 424 h 925"/>
                                    <a:gd name="T2" fmla="*/ 471 w 1596"/>
                                    <a:gd name="T3" fmla="*/ 525 h 925"/>
                                    <a:gd name="T4" fmla="*/ 1000 w 1596"/>
                                    <a:gd name="T5" fmla="*/ 776 h 925"/>
                                    <a:gd name="T6" fmla="*/ 1408 w 1596"/>
                                    <a:gd name="T7" fmla="*/ 796 h 925"/>
                                    <a:gd name="T8" fmla="*/ 1596 w 1596"/>
                                    <a:gd name="T9" fmla="*/ 0 h 9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6" h="925">
                                      <a:moveTo>
                                        <a:pt x="0" y="424"/>
                                      </a:moveTo>
                                      <a:cubicBezTo>
                                        <a:pt x="78" y="441"/>
                                        <a:pt x="304" y="466"/>
                                        <a:pt x="471" y="525"/>
                                      </a:cubicBezTo>
                                      <a:cubicBezTo>
                                        <a:pt x="638" y="584"/>
                                        <a:pt x="844" y="731"/>
                                        <a:pt x="1000" y="776"/>
                                      </a:cubicBezTo>
                                      <a:cubicBezTo>
                                        <a:pt x="1154" y="821"/>
                                        <a:pt x="1309" y="925"/>
                                        <a:pt x="1408" y="796"/>
                                      </a:cubicBezTo>
                                      <a:cubicBezTo>
                                        <a:pt x="1507" y="667"/>
                                        <a:pt x="1557" y="166"/>
                                        <a:pt x="159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97" y="3543"/>
                                  <a:ext cx="712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0" y="4598"/>
                                  <a:ext cx="1537" cy="3526"/>
                                </a:xfrm>
                                <a:custGeom>
                                  <a:avLst/>
                                  <a:gdLst>
                                    <a:gd name="T0" fmla="*/ 348 w 1085"/>
                                    <a:gd name="T1" fmla="*/ 0 h 2489"/>
                                    <a:gd name="T2" fmla="*/ 175 w 1085"/>
                                    <a:gd name="T3" fmla="*/ 297 h 2489"/>
                                    <a:gd name="T4" fmla="*/ 58 w 1085"/>
                                    <a:gd name="T5" fmla="*/ 938 h 2489"/>
                                    <a:gd name="T6" fmla="*/ 113 w 1085"/>
                                    <a:gd name="T7" fmla="*/ 1702 h 2489"/>
                                    <a:gd name="T8" fmla="*/ 733 w 1085"/>
                                    <a:gd name="T9" fmla="*/ 2288 h 2489"/>
                                    <a:gd name="T10" fmla="*/ 1085 w 1085"/>
                                    <a:gd name="T11" fmla="*/ 2489 h 24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85" h="2489">
                                      <a:moveTo>
                                        <a:pt x="348" y="0"/>
                                      </a:moveTo>
                                      <a:cubicBezTo>
                                        <a:pt x="319" y="49"/>
                                        <a:pt x="224" y="141"/>
                                        <a:pt x="175" y="297"/>
                                      </a:cubicBezTo>
                                      <a:cubicBezTo>
                                        <a:pt x="127" y="453"/>
                                        <a:pt x="68" y="704"/>
                                        <a:pt x="58" y="938"/>
                                      </a:cubicBezTo>
                                      <a:cubicBezTo>
                                        <a:pt x="48" y="1171"/>
                                        <a:pt x="0" y="1477"/>
                                        <a:pt x="113" y="1702"/>
                                      </a:cubicBezTo>
                                      <a:cubicBezTo>
                                        <a:pt x="226" y="1928"/>
                                        <a:pt x="571" y="2157"/>
                                        <a:pt x="733" y="2288"/>
                                      </a:cubicBezTo>
                                      <a:cubicBezTo>
                                        <a:pt x="895" y="2419"/>
                                        <a:pt x="1012" y="2447"/>
                                        <a:pt x="1085" y="24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62" y="3940"/>
                                  <a:ext cx="1330" cy="476"/>
                                </a:xfrm>
                                <a:custGeom>
                                  <a:avLst/>
                                  <a:gdLst>
                                    <a:gd name="T0" fmla="*/ 91 w 939"/>
                                    <a:gd name="T1" fmla="*/ 5 h 336"/>
                                    <a:gd name="T2" fmla="*/ 135 w 939"/>
                                    <a:gd name="T3" fmla="*/ 201 h 336"/>
                                    <a:gd name="T4" fmla="*/ 584 w 939"/>
                                    <a:gd name="T5" fmla="*/ 266 h 336"/>
                                    <a:gd name="T6" fmla="*/ 923 w 939"/>
                                    <a:gd name="T7" fmla="*/ 319 h 336"/>
                                    <a:gd name="T8" fmla="*/ 683 w 939"/>
                                    <a:gd name="T9" fmla="*/ 162 h 336"/>
                                    <a:gd name="T10" fmla="*/ 91 w 939"/>
                                    <a:gd name="T11" fmla="*/ 5 h 3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39" h="336">
                                      <a:moveTo>
                                        <a:pt x="91" y="5"/>
                                      </a:moveTo>
                                      <a:cubicBezTo>
                                        <a:pt x="0" y="11"/>
                                        <a:pt x="53" y="158"/>
                                        <a:pt x="135" y="201"/>
                                      </a:cubicBezTo>
                                      <a:cubicBezTo>
                                        <a:pt x="217" y="244"/>
                                        <a:pt x="453" y="246"/>
                                        <a:pt x="584" y="266"/>
                                      </a:cubicBezTo>
                                      <a:cubicBezTo>
                                        <a:pt x="715" y="286"/>
                                        <a:pt x="907" y="336"/>
                                        <a:pt x="923" y="319"/>
                                      </a:cubicBezTo>
                                      <a:cubicBezTo>
                                        <a:pt x="939" y="302"/>
                                        <a:pt x="822" y="214"/>
                                        <a:pt x="683" y="162"/>
                                      </a:cubicBezTo>
                                      <a:cubicBezTo>
                                        <a:pt x="544" y="110"/>
                                        <a:pt x="188" y="0"/>
                                        <a:pt x="9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44" y="4549"/>
                                  <a:ext cx="544" cy="1088"/>
                                </a:xfrm>
                                <a:custGeom>
                                  <a:avLst/>
                                  <a:gdLst>
                                    <a:gd name="T0" fmla="*/ 282 w 301"/>
                                    <a:gd name="T1" fmla="*/ 10 h 719"/>
                                    <a:gd name="T2" fmla="*/ 76 w 301"/>
                                    <a:gd name="T3" fmla="*/ 126 h 719"/>
                                    <a:gd name="T4" fmla="*/ 12 w 301"/>
                                    <a:gd name="T5" fmla="*/ 443 h 719"/>
                                    <a:gd name="T6" fmla="*/ 24 w 301"/>
                                    <a:gd name="T7" fmla="*/ 677 h 719"/>
                                    <a:gd name="T8" fmla="*/ 153 w 301"/>
                                    <a:gd name="T9" fmla="*/ 188 h 719"/>
                                    <a:gd name="T10" fmla="*/ 282 w 301"/>
                                    <a:gd name="T11" fmla="*/ 10 h 7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1" h="719">
                                      <a:moveTo>
                                        <a:pt x="282" y="10"/>
                                      </a:moveTo>
                                      <a:cubicBezTo>
                                        <a:pt x="269" y="0"/>
                                        <a:pt x="121" y="54"/>
                                        <a:pt x="76" y="126"/>
                                      </a:cubicBezTo>
                                      <a:cubicBezTo>
                                        <a:pt x="31" y="198"/>
                                        <a:pt x="21" y="351"/>
                                        <a:pt x="12" y="443"/>
                                      </a:cubicBezTo>
                                      <a:cubicBezTo>
                                        <a:pt x="3" y="535"/>
                                        <a:pt x="0" y="719"/>
                                        <a:pt x="24" y="677"/>
                                      </a:cubicBezTo>
                                      <a:cubicBezTo>
                                        <a:pt x="48" y="635"/>
                                        <a:pt x="110" y="299"/>
                                        <a:pt x="153" y="188"/>
                                      </a:cubicBezTo>
                                      <a:cubicBezTo>
                                        <a:pt x="196" y="77"/>
                                        <a:pt x="301" y="10"/>
                                        <a:pt x="282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2" y="7566"/>
                                  <a:ext cx="439" cy="1334"/>
                                </a:xfrm>
                                <a:custGeom>
                                  <a:avLst/>
                                  <a:gdLst>
                                    <a:gd name="T0" fmla="*/ 206 w 250"/>
                                    <a:gd name="T1" fmla="*/ 6 h 882"/>
                                    <a:gd name="T2" fmla="*/ 242 w 250"/>
                                    <a:gd name="T3" fmla="*/ 294 h 882"/>
                                    <a:gd name="T4" fmla="*/ 158 w 250"/>
                                    <a:gd name="T5" fmla="*/ 654 h 882"/>
                                    <a:gd name="T6" fmla="*/ 14 w 250"/>
                                    <a:gd name="T7" fmla="*/ 870 h 882"/>
                                    <a:gd name="T8" fmla="*/ 74 w 250"/>
                                    <a:gd name="T9" fmla="*/ 582 h 882"/>
                                    <a:gd name="T10" fmla="*/ 158 w 250"/>
                                    <a:gd name="T11" fmla="*/ 330 h 882"/>
                                    <a:gd name="T12" fmla="*/ 206 w 250"/>
                                    <a:gd name="T13" fmla="*/ 6 h 8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50" h="882">
                                      <a:moveTo>
                                        <a:pt x="206" y="6"/>
                                      </a:moveTo>
                                      <a:cubicBezTo>
                                        <a:pt x="220" y="0"/>
                                        <a:pt x="250" y="186"/>
                                        <a:pt x="242" y="294"/>
                                      </a:cubicBezTo>
                                      <a:cubicBezTo>
                                        <a:pt x="234" y="402"/>
                                        <a:pt x="196" y="558"/>
                                        <a:pt x="158" y="654"/>
                                      </a:cubicBezTo>
                                      <a:cubicBezTo>
                                        <a:pt x="120" y="750"/>
                                        <a:pt x="28" y="882"/>
                                        <a:pt x="14" y="870"/>
                                      </a:cubicBezTo>
                                      <a:cubicBezTo>
                                        <a:pt x="0" y="858"/>
                                        <a:pt x="50" y="672"/>
                                        <a:pt x="74" y="582"/>
                                      </a:cubicBezTo>
                                      <a:cubicBezTo>
                                        <a:pt x="98" y="492"/>
                                        <a:pt x="132" y="428"/>
                                        <a:pt x="158" y="330"/>
                                      </a:cubicBezTo>
                                      <a:cubicBezTo>
                                        <a:pt x="184" y="232"/>
                                        <a:pt x="192" y="12"/>
                                        <a:pt x="206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0" y="8073"/>
                                  <a:ext cx="2306" cy="666"/>
                                </a:xfrm>
                                <a:custGeom>
                                  <a:avLst/>
                                  <a:gdLst>
                                    <a:gd name="T0" fmla="*/ 73 w 1628"/>
                                    <a:gd name="T1" fmla="*/ 184 h 470"/>
                                    <a:gd name="T2" fmla="*/ 290 w 1628"/>
                                    <a:gd name="T3" fmla="*/ 7 h 470"/>
                                    <a:gd name="T4" fmla="*/ 544 w 1628"/>
                                    <a:gd name="T5" fmla="*/ 136 h 470"/>
                                    <a:gd name="T6" fmla="*/ 1126 w 1628"/>
                                    <a:gd name="T7" fmla="*/ 251 h 470"/>
                                    <a:gd name="T8" fmla="*/ 1507 w 1628"/>
                                    <a:gd name="T9" fmla="*/ 245 h 470"/>
                                    <a:gd name="T10" fmla="*/ 1502 w 1628"/>
                                    <a:gd name="T11" fmla="*/ 287 h 470"/>
                                    <a:gd name="T12" fmla="*/ 752 w 1628"/>
                                    <a:gd name="T13" fmla="*/ 341 h 470"/>
                                    <a:gd name="T14" fmla="*/ 187 w 1628"/>
                                    <a:gd name="T15" fmla="*/ 405 h 470"/>
                                    <a:gd name="T16" fmla="*/ 19 w 1628"/>
                                    <a:gd name="T17" fmla="*/ 434 h 470"/>
                                    <a:gd name="T18" fmla="*/ 73 w 1628"/>
                                    <a:gd name="T19" fmla="*/ 184 h 4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28" h="470">
                                      <a:moveTo>
                                        <a:pt x="73" y="184"/>
                                      </a:moveTo>
                                      <a:cubicBezTo>
                                        <a:pt x="118" y="113"/>
                                        <a:pt x="212" y="15"/>
                                        <a:pt x="290" y="7"/>
                                      </a:cubicBezTo>
                                      <a:cubicBezTo>
                                        <a:pt x="368" y="0"/>
                                        <a:pt x="405" y="95"/>
                                        <a:pt x="544" y="136"/>
                                      </a:cubicBezTo>
                                      <a:cubicBezTo>
                                        <a:pt x="683" y="176"/>
                                        <a:pt x="966" y="233"/>
                                        <a:pt x="1126" y="251"/>
                                      </a:cubicBezTo>
                                      <a:cubicBezTo>
                                        <a:pt x="1286" y="269"/>
                                        <a:pt x="1444" y="239"/>
                                        <a:pt x="1507" y="245"/>
                                      </a:cubicBezTo>
                                      <a:cubicBezTo>
                                        <a:pt x="1570" y="251"/>
                                        <a:pt x="1628" y="271"/>
                                        <a:pt x="1502" y="287"/>
                                      </a:cubicBezTo>
                                      <a:cubicBezTo>
                                        <a:pt x="1376" y="303"/>
                                        <a:pt x="971" y="321"/>
                                        <a:pt x="752" y="341"/>
                                      </a:cubicBezTo>
                                      <a:cubicBezTo>
                                        <a:pt x="533" y="361"/>
                                        <a:pt x="309" y="389"/>
                                        <a:pt x="187" y="405"/>
                                      </a:cubicBezTo>
                                      <a:cubicBezTo>
                                        <a:pt x="64" y="421"/>
                                        <a:pt x="38" y="470"/>
                                        <a:pt x="19" y="434"/>
                                      </a:cubicBezTo>
                                      <a:cubicBezTo>
                                        <a:pt x="0" y="397"/>
                                        <a:pt x="28" y="254"/>
                                        <a:pt x="73" y="1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6" y="3917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11" y="3611"/>
                                  <a:ext cx="340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47" y="3314"/>
                                  <a:ext cx="2254" cy="1300"/>
                                </a:xfrm>
                                <a:custGeom>
                                  <a:avLst/>
                                  <a:gdLst>
                                    <a:gd name="T0" fmla="*/ 1591 w 1591"/>
                                    <a:gd name="T1" fmla="*/ 419 h 918"/>
                                    <a:gd name="T2" fmla="*/ 1126 w 1591"/>
                                    <a:gd name="T3" fmla="*/ 519 h 918"/>
                                    <a:gd name="T4" fmla="*/ 599 w 1591"/>
                                    <a:gd name="T5" fmla="*/ 770 h 918"/>
                                    <a:gd name="T6" fmla="*/ 190 w 1591"/>
                                    <a:gd name="T7" fmla="*/ 790 h 918"/>
                                    <a:gd name="T8" fmla="*/ 0 w 1591"/>
                                    <a:gd name="T9" fmla="*/ 0 h 9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1" h="918">
                                      <a:moveTo>
                                        <a:pt x="1591" y="419"/>
                                      </a:moveTo>
                                      <a:cubicBezTo>
                                        <a:pt x="1513" y="435"/>
                                        <a:pt x="1291" y="460"/>
                                        <a:pt x="1126" y="519"/>
                                      </a:cubicBezTo>
                                      <a:cubicBezTo>
                                        <a:pt x="961" y="578"/>
                                        <a:pt x="753" y="725"/>
                                        <a:pt x="599" y="770"/>
                                      </a:cubicBezTo>
                                      <a:cubicBezTo>
                                        <a:pt x="443" y="815"/>
                                        <a:pt x="290" y="918"/>
                                        <a:pt x="190" y="790"/>
                                      </a:cubicBezTo>
                                      <a:cubicBezTo>
                                        <a:pt x="90" y="662"/>
                                        <a:pt x="40" y="1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04" y="3542"/>
                                  <a:ext cx="713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20" y="4596"/>
                                  <a:ext cx="1470" cy="3474"/>
                                </a:xfrm>
                                <a:custGeom>
                                  <a:avLst/>
                                  <a:gdLst>
                                    <a:gd name="T0" fmla="*/ 690 w 1038"/>
                                    <a:gd name="T1" fmla="*/ 0 h 2453"/>
                                    <a:gd name="T2" fmla="*/ 863 w 1038"/>
                                    <a:gd name="T3" fmla="*/ 297 h 2453"/>
                                    <a:gd name="T4" fmla="*/ 980 w 1038"/>
                                    <a:gd name="T5" fmla="*/ 938 h 2453"/>
                                    <a:gd name="T6" fmla="*/ 925 w 1038"/>
                                    <a:gd name="T7" fmla="*/ 1703 h 2453"/>
                                    <a:gd name="T8" fmla="*/ 305 w 1038"/>
                                    <a:gd name="T9" fmla="*/ 2289 h 2453"/>
                                    <a:gd name="T10" fmla="*/ 0 w 1038"/>
                                    <a:gd name="T11" fmla="*/ 2453 h 24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38" h="2453">
                                      <a:moveTo>
                                        <a:pt x="690" y="0"/>
                                      </a:moveTo>
                                      <a:cubicBezTo>
                                        <a:pt x="719" y="49"/>
                                        <a:pt x="814" y="141"/>
                                        <a:pt x="863" y="297"/>
                                      </a:cubicBezTo>
                                      <a:cubicBezTo>
                                        <a:pt x="911" y="453"/>
                                        <a:pt x="970" y="704"/>
                                        <a:pt x="980" y="938"/>
                                      </a:cubicBezTo>
                                      <a:cubicBezTo>
                                        <a:pt x="990" y="1172"/>
                                        <a:pt x="1038" y="1477"/>
                                        <a:pt x="925" y="1703"/>
                                      </a:cubicBezTo>
                                      <a:cubicBezTo>
                                        <a:pt x="812" y="1928"/>
                                        <a:pt x="459" y="2164"/>
                                        <a:pt x="305" y="2289"/>
                                      </a:cubicBezTo>
                                      <a:cubicBezTo>
                                        <a:pt x="151" y="2414"/>
                                        <a:pt x="64" y="2419"/>
                                        <a:pt x="0" y="24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2" y="3950"/>
                                  <a:ext cx="1291" cy="486"/>
                                </a:xfrm>
                                <a:custGeom>
                                  <a:avLst/>
                                  <a:gdLst>
                                    <a:gd name="T0" fmla="*/ 816 w 911"/>
                                    <a:gd name="T1" fmla="*/ 0 h 343"/>
                                    <a:gd name="T2" fmla="*/ 826 w 911"/>
                                    <a:gd name="T3" fmla="*/ 182 h 343"/>
                                    <a:gd name="T4" fmla="*/ 368 w 911"/>
                                    <a:gd name="T5" fmla="*/ 256 h 343"/>
                                    <a:gd name="T6" fmla="*/ 18 w 911"/>
                                    <a:gd name="T7" fmla="*/ 324 h 343"/>
                                    <a:gd name="T8" fmla="*/ 258 w 911"/>
                                    <a:gd name="T9" fmla="*/ 141 h 343"/>
                                    <a:gd name="T10" fmla="*/ 816 w 911"/>
                                    <a:gd name="T11" fmla="*/ 0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11" h="343">
                                      <a:moveTo>
                                        <a:pt x="816" y="0"/>
                                      </a:moveTo>
                                      <a:cubicBezTo>
                                        <a:pt x="911" y="7"/>
                                        <a:pt x="901" y="139"/>
                                        <a:pt x="826" y="182"/>
                                      </a:cubicBezTo>
                                      <a:cubicBezTo>
                                        <a:pt x="751" y="225"/>
                                        <a:pt x="503" y="232"/>
                                        <a:pt x="368" y="256"/>
                                      </a:cubicBezTo>
                                      <a:cubicBezTo>
                                        <a:pt x="233" y="280"/>
                                        <a:pt x="36" y="343"/>
                                        <a:pt x="18" y="324"/>
                                      </a:cubicBezTo>
                                      <a:cubicBezTo>
                                        <a:pt x="0" y="305"/>
                                        <a:pt x="125" y="195"/>
                                        <a:pt x="258" y="141"/>
                                      </a:cubicBezTo>
                                      <a:cubicBezTo>
                                        <a:pt x="391" y="87"/>
                                        <a:pt x="700" y="30"/>
                                        <a:pt x="8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4" y="4547"/>
                                  <a:ext cx="529" cy="976"/>
                                </a:xfrm>
                                <a:custGeom>
                                  <a:avLst/>
                                  <a:gdLst>
                                    <a:gd name="T0" fmla="*/ 19 w 293"/>
                                    <a:gd name="T1" fmla="*/ 10 h 645"/>
                                    <a:gd name="T2" fmla="*/ 225 w 293"/>
                                    <a:gd name="T3" fmla="*/ 126 h 645"/>
                                    <a:gd name="T4" fmla="*/ 283 w 293"/>
                                    <a:gd name="T5" fmla="*/ 384 h 645"/>
                                    <a:gd name="T6" fmla="*/ 271 w 293"/>
                                    <a:gd name="T7" fmla="*/ 612 h 645"/>
                                    <a:gd name="T8" fmla="*/ 148 w 293"/>
                                    <a:gd name="T9" fmla="*/ 188 h 645"/>
                                    <a:gd name="T10" fmla="*/ 19 w 293"/>
                                    <a:gd name="T11" fmla="*/ 10 h 6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3" h="645">
                                      <a:moveTo>
                                        <a:pt x="19" y="10"/>
                                      </a:moveTo>
                                      <a:cubicBezTo>
                                        <a:pt x="32" y="0"/>
                                        <a:pt x="181" y="64"/>
                                        <a:pt x="225" y="126"/>
                                      </a:cubicBezTo>
                                      <a:cubicBezTo>
                                        <a:pt x="269" y="188"/>
                                        <a:pt x="275" y="303"/>
                                        <a:pt x="283" y="384"/>
                                      </a:cubicBezTo>
                                      <a:cubicBezTo>
                                        <a:pt x="291" y="465"/>
                                        <a:pt x="293" y="645"/>
                                        <a:pt x="271" y="612"/>
                                      </a:cubicBezTo>
                                      <a:cubicBezTo>
                                        <a:pt x="249" y="579"/>
                                        <a:pt x="190" y="288"/>
                                        <a:pt x="148" y="188"/>
                                      </a:cubicBezTo>
                                      <a:cubicBezTo>
                                        <a:pt x="106" y="88"/>
                                        <a:pt x="0" y="10"/>
                                        <a:pt x="19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5" y="8048"/>
                                  <a:ext cx="2278" cy="538"/>
                                </a:xfrm>
                                <a:custGeom>
                                  <a:avLst/>
                                  <a:gdLst>
                                    <a:gd name="T0" fmla="*/ 1608 w 1608"/>
                                    <a:gd name="T1" fmla="*/ 298 h 380"/>
                                    <a:gd name="T2" fmla="*/ 1267 w 1608"/>
                                    <a:gd name="T3" fmla="*/ 25 h 380"/>
                                    <a:gd name="T4" fmla="*/ 1013 w 1608"/>
                                    <a:gd name="T5" fmla="*/ 153 h 380"/>
                                    <a:gd name="T6" fmla="*/ 432 w 1608"/>
                                    <a:gd name="T7" fmla="*/ 268 h 380"/>
                                    <a:gd name="T8" fmla="*/ 46 w 1608"/>
                                    <a:gd name="T9" fmla="*/ 261 h 380"/>
                                    <a:gd name="T10" fmla="*/ 155 w 1608"/>
                                    <a:gd name="T11" fmla="*/ 325 h 380"/>
                                    <a:gd name="T12" fmla="*/ 413 w 1608"/>
                                    <a:gd name="T13" fmla="*/ 330 h 380"/>
                                    <a:gd name="T14" fmla="*/ 803 w 1608"/>
                                    <a:gd name="T15" fmla="*/ 298 h 380"/>
                                    <a:gd name="T16" fmla="*/ 1378 w 1608"/>
                                    <a:gd name="T17" fmla="*/ 368 h 380"/>
                                    <a:gd name="T18" fmla="*/ 1562 w 1608"/>
                                    <a:gd name="T19" fmla="*/ 368 h 380"/>
                                    <a:gd name="T20" fmla="*/ 1608 w 1608"/>
                                    <a:gd name="T21" fmla="*/ 298 h 3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1608" h="380">
                                      <a:moveTo>
                                        <a:pt x="1608" y="298"/>
                                      </a:moveTo>
                                      <a:cubicBezTo>
                                        <a:pt x="1526" y="227"/>
                                        <a:pt x="1367" y="49"/>
                                        <a:pt x="1267" y="25"/>
                                      </a:cubicBezTo>
                                      <a:cubicBezTo>
                                        <a:pt x="1167" y="0"/>
                                        <a:pt x="1152" y="112"/>
                                        <a:pt x="1013" y="153"/>
                                      </a:cubicBezTo>
                                      <a:cubicBezTo>
                                        <a:pt x="875" y="193"/>
                                        <a:pt x="593" y="250"/>
                                        <a:pt x="432" y="268"/>
                                      </a:cubicBezTo>
                                      <a:cubicBezTo>
                                        <a:pt x="271" y="286"/>
                                        <a:pt x="92" y="252"/>
                                        <a:pt x="46" y="261"/>
                                      </a:cubicBezTo>
                                      <a:cubicBezTo>
                                        <a:pt x="0" y="270"/>
                                        <a:pt x="94" y="314"/>
                                        <a:pt x="155" y="325"/>
                                      </a:cubicBezTo>
                                      <a:cubicBezTo>
                                        <a:pt x="216" y="336"/>
                                        <a:pt x="305" y="335"/>
                                        <a:pt x="413" y="330"/>
                                      </a:cubicBezTo>
                                      <a:cubicBezTo>
                                        <a:pt x="521" y="325"/>
                                        <a:pt x="643" y="291"/>
                                        <a:pt x="803" y="298"/>
                                      </a:cubicBezTo>
                                      <a:cubicBezTo>
                                        <a:pt x="964" y="304"/>
                                        <a:pt x="1252" y="357"/>
                                        <a:pt x="1378" y="368"/>
                                      </a:cubicBezTo>
                                      <a:cubicBezTo>
                                        <a:pt x="1505" y="380"/>
                                        <a:pt x="1524" y="380"/>
                                        <a:pt x="1562" y="368"/>
                                      </a:cubicBezTo>
                                      <a:cubicBezTo>
                                        <a:pt x="1600" y="357"/>
                                        <a:pt x="1598" y="313"/>
                                        <a:pt x="1608" y="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2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044" y="3916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2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1" y="3610"/>
                                  <a:ext cx="341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86" y="3294"/>
                                  <a:ext cx="885" cy="1470"/>
                                </a:xfrm>
                                <a:custGeom>
                                  <a:avLst/>
                                  <a:gdLst>
                                    <a:gd name="T0" fmla="*/ 68 w 625"/>
                                    <a:gd name="T1" fmla="*/ 0 h 1038"/>
                                    <a:gd name="T2" fmla="*/ 19 w 625"/>
                                    <a:gd name="T3" fmla="*/ 302 h 1038"/>
                                    <a:gd name="T4" fmla="*/ 185 w 625"/>
                                    <a:gd name="T5" fmla="*/ 917 h 1038"/>
                                    <a:gd name="T6" fmla="*/ 479 w 625"/>
                                    <a:gd name="T7" fmla="*/ 1025 h 1038"/>
                                    <a:gd name="T8" fmla="*/ 623 w 625"/>
                                    <a:gd name="T9" fmla="*/ 930 h 1038"/>
                                    <a:gd name="T10" fmla="*/ 473 w 625"/>
                                    <a:gd name="T11" fmla="*/ 971 h 1038"/>
                                    <a:gd name="T12" fmla="*/ 234 w 625"/>
                                    <a:gd name="T13" fmla="*/ 892 h 1038"/>
                                    <a:gd name="T14" fmla="*/ 148 w 625"/>
                                    <a:gd name="T15" fmla="*/ 602 h 1038"/>
                                    <a:gd name="T16" fmla="*/ 166 w 625"/>
                                    <a:gd name="T17" fmla="*/ 284 h 1038"/>
                                    <a:gd name="T18" fmla="*/ 304 w 625"/>
                                    <a:gd name="T19" fmla="*/ 161 h 1038"/>
                                    <a:gd name="T20" fmla="*/ 473 w 625"/>
                                    <a:gd name="T21" fmla="*/ 287 h 1038"/>
                                    <a:gd name="T22" fmla="*/ 442 w 625"/>
                                    <a:gd name="T23" fmla="*/ 3 h 10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25" h="1038">
                                      <a:moveTo>
                                        <a:pt x="68" y="0"/>
                                      </a:moveTo>
                                      <a:cubicBezTo>
                                        <a:pt x="60" y="51"/>
                                        <a:pt x="0" y="149"/>
                                        <a:pt x="19" y="302"/>
                                      </a:cubicBezTo>
                                      <a:cubicBezTo>
                                        <a:pt x="38" y="455"/>
                                        <a:pt x="109" y="797"/>
                                        <a:pt x="185" y="917"/>
                                      </a:cubicBezTo>
                                      <a:cubicBezTo>
                                        <a:pt x="262" y="1038"/>
                                        <a:pt x="406" y="1023"/>
                                        <a:pt x="479" y="1025"/>
                                      </a:cubicBezTo>
                                      <a:cubicBezTo>
                                        <a:pt x="552" y="1027"/>
                                        <a:pt x="625" y="939"/>
                                        <a:pt x="623" y="930"/>
                                      </a:cubicBezTo>
                                      <a:cubicBezTo>
                                        <a:pt x="622" y="922"/>
                                        <a:pt x="538" y="977"/>
                                        <a:pt x="473" y="971"/>
                                      </a:cubicBezTo>
                                      <a:cubicBezTo>
                                        <a:pt x="407" y="964"/>
                                        <a:pt x="287" y="954"/>
                                        <a:pt x="234" y="892"/>
                                      </a:cubicBezTo>
                                      <a:cubicBezTo>
                                        <a:pt x="180" y="830"/>
                                        <a:pt x="160" y="704"/>
                                        <a:pt x="148" y="602"/>
                                      </a:cubicBezTo>
                                      <a:cubicBezTo>
                                        <a:pt x="137" y="501"/>
                                        <a:pt x="140" y="358"/>
                                        <a:pt x="166" y="284"/>
                                      </a:cubicBezTo>
                                      <a:cubicBezTo>
                                        <a:pt x="192" y="210"/>
                                        <a:pt x="253" y="161"/>
                                        <a:pt x="304" y="161"/>
                                      </a:cubicBezTo>
                                      <a:cubicBezTo>
                                        <a:pt x="355" y="161"/>
                                        <a:pt x="450" y="313"/>
                                        <a:pt x="473" y="287"/>
                                      </a:cubicBezTo>
                                      <a:cubicBezTo>
                                        <a:pt x="496" y="261"/>
                                        <a:pt x="448" y="62"/>
                                        <a:pt x="442" y="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52" y="3294"/>
                                  <a:ext cx="860" cy="1459"/>
                                </a:xfrm>
                                <a:custGeom>
                                  <a:avLst/>
                                  <a:gdLst>
                                    <a:gd name="T0" fmla="*/ 544 w 607"/>
                                    <a:gd name="T1" fmla="*/ 0 h 1030"/>
                                    <a:gd name="T2" fmla="*/ 589 w 607"/>
                                    <a:gd name="T3" fmla="*/ 349 h 1030"/>
                                    <a:gd name="T4" fmla="*/ 438 w 607"/>
                                    <a:gd name="T5" fmla="*/ 917 h 1030"/>
                                    <a:gd name="T6" fmla="*/ 145 w 607"/>
                                    <a:gd name="T7" fmla="*/ 1025 h 1030"/>
                                    <a:gd name="T8" fmla="*/ 1 w 607"/>
                                    <a:gd name="T9" fmla="*/ 930 h 1030"/>
                                    <a:gd name="T10" fmla="*/ 151 w 607"/>
                                    <a:gd name="T11" fmla="*/ 971 h 1030"/>
                                    <a:gd name="T12" fmla="*/ 390 w 607"/>
                                    <a:gd name="T13" fmla="*/ 892 h 1030"/>
                                    <a:gd name="T14" fmla="*/ 475 w 607"/>
                                    <a:gd name="T15" fmla="*/ 602 h 1030"/>
                                    <a:gd name="T16" fmla="*/ 457 w 607"/>
                                    <a:gd name="T17" fmla="*/ 284 h 1030"/>
                                    <a:gd name="T18" fmla="*/ 320 w 607"/>
                                    <a:gd name="T19" fmla="*/ 161 h 1030"/>
                                    <a:gd name="T20" fmla="*/ 151 w 607"/>
                                    <a:gd name="T21" fmla="*/ 287 h 1030"/>
                                    <a:gd name="T22" fmla="*/ 178 w 607"/>
                                    <a:gd name="T23" fmla="*/ 9 h 10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07" h="1030">
                                      <a:moveTo>
                                        <a:pt x="544" y="0"/>
                                      </a:moveTo>
                                      <a:cubicBezTo>
                                        <a:pt x="551" y="58"/>
                                        <a:pt x="607" y="196"/>
                                        <a:pt x="589" y="349"/>
                                      </a:cubicBezTo>
                                      <a:cubicBezTo>
                                        <a:pt x="571" y="502"/>
                                        <a:pt x="512" y="804"/>
                                        <a:pt x="438" y="917"/>
                                      </a:cubicBezTo>
                                      <a:cubicBezTo>
                                        <a:pt x="364" y="1030"/>
                                        <a:pt x="218" y="1023"/>
                                        <a:pt x="145" y="1025"/>
                                      </a:cubicBezTo>
                                      <a:cubicBezTo>
                                        <a:pt x="72" y="1027"/>
                                        <a:pt x="0" y="939"/>
                                        <a:pt x="1" y="930"/>
                                      </a:cubicBezTo>
                                      <a:cubicBezTo>
                                        <a:pt x="2" y="922"/>
                                        <a:pt x="86" y="977"/>
                                        <a:pt x="151" y="971"/>
                                      </a:cubicBezTo>
                                      <a:cubicBezTo>
                                        <a:pt x="216" y="964"/>
                                        <a:pt x="336" y="954"/>
                                        <a:pt x="390" y="892"/>
                                      </a:cubicBezTo>
                                      <a:cubicBezTo>
                                        <a:pt x="443" y="830"/>
                                        <a:pt x="464" y="704"/>
                                        <a:pt x="475" y="602"/>
                                      </a:cubicBezTo>
                                      <a:cubicBezTo>
                                        <a:pt x="487" y="501"/>
                                        <a:pt x="483" y="358"/>
                                        <a:pt x="457" y="284"/>
                                      </a:cubicBezTo>
                                      <a:cubicBezTo>
                                        <a:pt x="432" y="210"/>
                                        <a:pt x="371" y="161"/>
                                        <a:pt x="320" y="161"/>
                                      </a:cubicBezTo>
                                      <a:cubicBezTo>
                                        <a:pt x="269" y="161"/>
                                        <a:pt x="175" y="312"/>
                                        <a:pt x="151" y="287"/>
                                      </a:cubicBezTo>
                                      <a:cubicBezTo>
                                        <a:pt x="127" y="262"/>
                                        <a:pt x="173" y="67"/>
                                        <a:pt x="178" y="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68" y="3284"/>
                                  <a:ext cx="377" cy="221"/>
                                </a:xfrm>
                                <a:custGeom>
                                  <a:avLst/>
                                  <a:gdLst>
                                    <a:gd name="T0" fmla="*/ 10 w 266"/>
                                    <a:gd name="T1" fmla="*/ 154 h 156"/>
                                    <a:gd name="T2" fmla="*/ 176 w 266"/>
                                    <a:gd name="T3" fmla="*/ 20 h 156"/>
                                    <a:gd name="T4" fmla="*/ 238 w 266"/>
                                    <a:gd name="T5" fmla="*/ 31 h 156"/>
                                    <a:gd name="T6" fmla="*/ 10 w 266"/>
                                    <a:gd name="T7" fmla="*/ 154 h 1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6" h="156">
                                      <a:moveTo>
                                        <a:pt x="10" y="154"/>
                                      </a:moveTo>
                                      <a:cubicBezTo>
                                        <a:pt x="0" y="152"/>
                                        <a:pt x="138" y="40"/>
                                        <a:pt x="176" y="20"/>
                                      </a:cubicBezTo>
                                      <a:cubicBezTo>
                                        <a:pt x="214" y="0"/>
                                        <a:pt x="266" y="9"/>
                                        <a:pt x="238" y="31"/>
                                      </a:cubicBezTo>
                                      <a:cubicBezTo>
                                        <a:pt x="210" y="53"/>
                                        <a:pt x="20" y="156"/>
                                        <a:pt x="10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8730"/>
                                  <a:ext cx="2460" cy="767"/>
                                </a:xfrm>
                                <a:custGeom>
                                  <a:avLst/>
                                  <a:gdLst>
                                    <a:gd name="T0" fmla="*/ 2460 w 2460"/>
                                    <a:gd name="T1" fmla="*/ 767 h 767"/>
                                    <a:gd name="T2" fmla="*/ 2092 w 2460"/>
                                    <a:gd name="T3" fmla="*/ 287 h 767"/>
                                    <a:gd name="T4" fmla="*/ 1336 w 2460"/>
                                    <a:gd name="T5" fmla="*/ 30 h 767"/>
                                    <a:gd name="T6" fmla="*/ 545 w 2460"/>
                                    <a:gd name="T7" fmla="*/ 107 h 767"/>
                                    <a:gd name="T8" fmla="*/ 0 w 2460"/>
                                    <a:gd name="T9" fmla="*/ 363 h 7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60" h="767">
                                      <a:moveTo>
                                        <a:pt x="2460" y="767"/>
                                      </a:moveTo>
                                      <a:cubicBezTo>
                                        <a:pt x="2399" y="687"/>
                                        <a:pt x="2279" y="410"/>
                                        <a:pt x="2092" y="287"/>
                                      </a:cubicBezTo>
                                      <a:cubicBezTo>
                                        <a:pt x="1905" y="164"/>
                                        <a:pt x="1594" y="60"/>
                                        <a:pt x="1336" y="30"/>
                                      </a:cubicBezTo>
                                      <a:cubicBezTo>
                                        <a:pt x="1078" y="0"/>
                                        <a:pt x="768" y="51"/>
                                        <a:pt x="545" y="107"/>
                                      </a:cubicBezTo>
                                      <a:cubicBezTo>
                                        <a:pt x="323" y="162"/>
                                        <a:pt x="113" y="309"/>
                                        <a:pt x="0" y="3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05" y="4412"/>
                                  <a:ext cx="688" cy="4347"/>
                                </a:xfrm>
                                <a:custGeom>
                                  <a:avLst/>
                                  <a:gdLst>
                                    <a:gd name="T0" fmla="*/ 421 w 688"/>
                                    <a:gd name="T1" fmla="*/ 3084 h 4347"/>
                                    <a:gd name="T2" fmla="*/ 293 w 688"/>
                                    <a:gd name="T3" fmla="*/ 3509 h 4347"/>
                                    <a:gd name="T4" fmla="*/ 208 w 688"/>
                                    <a:gd name="T5" fmla="*/ 3977 h 4347"/>
                                    <a:gd name="T6" fmla="*/ 268 w 688"/>
                                    <a:gd name="T7" fmla="*/ 4138 h 4347"/>
                                    <a:gd name="T8" fmla="*/ 565 w 688"/>
                                    <a:gd name="T9" fmla="*/ 4294 h 4347"/>
                                    <a:gd name="T10" fmla="*/ 685 w 688"/>
                                    <a:gd name="T11" fmla="*/ 4247 h 4347"/>
                                    <a:gd name="T12" fmla="*/ 585 w 688"/>
                                    <a:gd name="T13" fmla="*/ 3693 h 4347"/>
                                    <a:gd name="T14" fmla="*/ 378 w 688"/>
                                    <a:gd name="T15" fmla="*/ 2876 h 4347"/>
                                    <a:gd name="T16" fmla="*/ 183 w 688"/>
                                    <a:gd name="T17" fmla="*/ 2160 h 4347"/>
                                    <a:gd name="T18" fmla="*/ 20 w 688"/>
                                    <a:gd name="T19" fmla="*/ 1616 h 4347"/>
                                    <a:gd name="T20" fmla="*/ 64 w 688"/>
                                    <a:gd name="T21" fmla="*/ 1089 h 4347"/>
                                    <a:gd name="T22" fmla="*/ 64 w 688"/>
                                    <a:gd name="T23" fmla="*/ 581 h 4347"/>
                                    <a:gd name="T24" fmla="*/ 81 w 688"/>
                                    <a:gd name="T25" fmla="*/ 0 h 43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88" h="4347">
                                      <a:moveTo>
                                        <a:pt x="421" y="3084"/>
                                      </a:moveTo>
                                      <a:cubicBezTo>
                                        <a:pt x="400" y="3154"/>
                                        <a:pt x="329" y="3361"/>
                                        <a:pt x="293" y="3509"/>
                                      </a:cubicBezTo>
                                      <a:cubicBezTo>
                                        <a:pt x="258" y="3658"/>
                                        <a:pt x="213" y="3872"/>
                                        <a:pt x="208" y="3977"/>
                                      </a:cubicBezTo>
                                      <a:cubicBezTo>
                                        <a:pt x="204" y="4081"/>
                                        <a:pt x="209" y="4085"/>
                                        <a:pt x="268" y="4138"/>
                                      </a:cubicBezTo>
                                      <a:cubicBezTo>
                                        <a:pt x="327" y="4191"/>
                                        <a:pt x="496" y="4276"/>
                                        <a:pt x="565" y="4294"/>
                                      </a:cubicBezTo>
                                      <a:cubicBezTo>
                                        <a:pt x="634" y="4312"/>
                                        <a:pt x="682" y="4347"/>
                                        <a:pt x="685" y="4247"/>
                                      </a:cubicBezTo>
                                      <a:cubicBezTo>
                                        <a:pt x="688" y="4147"/>
                                        <a:pt x="636" y="3921"/>
                                        <a:pt x="585" y="3693"/>
                                      </a:cubicBezTo>
                                      <a:cubicBezTo>
                                        <a:pt x="534" y="3465"/>
                                        <a:pt x="445" y="3133"/>
                                        <a:pt x="378" y="2876"/>
                                      </a:cubicBezTo>
                                      <a:cubicBezTo>
                                        <a:pt x="312" y="2621"/>
                                        <a:pt x="242" y="2371"/>
                                        <a:pt x="183" y="2160"/>
                                      </a:cubicBezTo>
                                      <a:cubicBezTo>
                                        <a:pt x="123" y="1950"/>
                                        <a:pt x="40" y="1794"/>
                                        <a:pt x="20" y="1616"/>
                                      </a:cubicBezTo>
                                      <a:cubicBezTo>
                                        <a:pt x="0" y="1437"/>
                                        <a:pt x="57" y="1262"/>
                                        <a:pt x="64" y="1089"/>
                                      </a:cubicBezTo>
                                      <a:cubicBezTo>
                                        <a:pt x="71" y="916"/>
                                        <a:pt x="60" y="762"/>
                                        <a:pt x="64" y="581"/>
                                      </a:cubicBezTo>
                                      <a:cubicBezTo>
                                        <a:pt x="67" y="399"/>
                                        <a:pt x="78" y="120"/>
                                        <a:pt x="81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10" y="4329"/>
                                  <a:ext cx="300" cy="2095"/>
                                </a:xfrm>
                                <a:custGeom>
                                  <a:avLst/>
                                  <a:gdLst>
                                    <a:gd name="T0" fmla="*/ 10 w 166"/>
                                    <a:gd name="T1" fmla="*/ 0 h 1384"/>
                                    <a:gd name="T2" fmla="*/ 10 w 166"/>
                                    <a:gd name="T3" fmla="*/ 612 h 1384"/>
                                    <a:gd name="T4" fmla="*/ 70 w 166"/>
                                    <a:gd name="T5" fmla="*/ 1068 h 1384"/>
                                    <a:gd name="T6" fmla="*/ 94 w 166"/>
                                    <a:gd name="T7" fmla="*/ 1344 h 1384"/>
                                    <a:gd name="T8" fmla="*/ 166 w 166"/>
                                    <a:gd name="T9" fmla="*/ 828 h 1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6" h="1384">
                                      <a:moveTo>
                                        <a:pt x="10" y="0"/>
                                      </a:moveTo>
                                      <a:cubicBezTo>
                                        <a:pt x="5" y="217"/>
                                        <a:pt x="0" y="434"/>
                                        <a:pt x="10" y="612"/>
                                      </a:cubicBezTo>
                                      <a:cubicBezTo>
                                        <a:pt x="20" y="790"/>
                                        <a:pt x="56" y="946"/>
                                        <a:pt x="70" y="1068"/>
                                      </a:cubicBezTo>
                                      <a:cubicBezTo>
                                        <a:pt x="84" y="1190"/>
                                        <a:pt x="78" y="1384"/>
                                        <a:pt x="94" y="1344"/>
                                      </a:cubicBezTo>
                                      <a:cubicBezTo>
                                        <a:pt x="110" y="1304"/>
                                        <a:pt x="138" y="1066"/>
                                        <a:pt x="166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91" y="4321"/>
                                  <a:ext cx="325" cy="2083"/>
                                </a:xfrm>
                                <a:custGeom>
                                  <a:avLst/>
                                  <a:gdLst>
                                    <a:gd name="T0" fmla="*/ 156 w 180"/>
                                    <a:gd name="T1" fmla="*/ 0 h 1377"/>
                                    <a:gd name="T2" fmla="*/ 170 w 180"/>
                                    <a:gd name="T3" fmla="*/ 606 h 1377"/>
                                    <a:gd name="T4" fmla="*/ 95 w 180"/>
                                    <a:gd name="T5" fmla="*/ 1062 h 1377"/>
                                    <a:gd name="T6" fmla="*/ 65 w 180"/>
                                    <a:gd name="T7" fmla="*/ 1338 h 1377"/>
                                    <a:gd name="T8" fmla="*/ 0 w 180"/>
                                    <a:gd name="T9" fmla="*/ 828 h 13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0" h="1377">
                                      <a:moveTo>
                                        <a:pt x="156" y="0"/>
                                      </a:moveTo>
                                      <a:cubicBezTo>
                                        <a:pt x="159" y="101"/>
                                        <a:pt x="180" y="429"/>
                                        <a:pt x="170" y="606"/>
                                      </a:cubicBezTo>
                                      <a:cubicBezTo>
                                        <a:pt x="160" y="783"/>
                                        <a:pt x="113" y="940"/>
                                        <a:pt x="95" y="1062"/>
                                      </a:cubicBezTo>
                                      <a:cubicBezTo>
                                        <a:pt x="78" y="1184"/>
                                        <a:pt x="81" y="1377"/>
                                        <a:pt x="65" y="1338"/>
                                      </a:cubicBezTo>
                                      <a:cubicBezTo>
                                        <a:pt x="49" y="1299"/>
                                        <a:pt x="14" y="934"/>
                                        <a:pt x="0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91" y="5590"/>
                                  <a:ext cx="243" cy="681"/>
                                </a:xfrm>
                                <a:custGeom>
                                  <a:avLst/>
                                  <a:gdLst>
                                    <a:gd name="T0" fmla="*/ 67 w 243"/>
                                    <a:gd name="T1" fmla="*/ 0 h 681"/>
                                    <a:gd name="T2" fmla="*/ 35 w 243"/>
                                    <a:gd name="T3" fmla="*/ 300 h 681"/>
                                    <a:gd name="T4" fmla="*/ 35 w 243"/>
                                    <a:gd name="T5" fmla="*/ 619 h 681"/>
                                    <a:gd name="T6" fmla="*/ 243 w 243"/>
                                    <a:gd name="T7" fmla="*/ 671 h 6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43" h="681">
                                      <a:moveTo>
                                        <a:pt x="67" y="0"/>
                                      </a:moveTo>
                                      <a:cubicBezTo>
                                        <a:pt x="56" y="99"/>
                                        <a:pt x="40" y="197"/>
                                        <a:pt x="35" y="300"/>
                                      </a:cubicBezTo>
                                      <a:cubicBezTo>
                                        <a:pt x="29" y="403"/>
                                        <a:pt x="0" y="557"/>
                                        <a:pt x="35" y="619"/>
                                      </a:cubicBezTo>
                                      <a:cubicBezTo>
                                        <a:pt x="70" y="681"/>
                                        <a:pt x="200" y="660"/>
                                        <a:pt x="243" y="6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6" y="5588"/>
                                  <a:ext cx="238" cy="673"/>
                                </a:xfrm>
                                <a:custGeom>
                                  <a:avLst/>
                                  <a:gdLst>
                                    <a:gd name="T0" fmla="*/ 160 w 238"/>
                                    <a:gd name="T1" fmla="*/ 0 h 673"/>
                                    <a:gd name="T2" fmla="*/ 198 w 238"/>
                                    <a:gd name="T3" fmla="*/ 291 h 673"/>
                                    <a:gd name="T4" fmla="*/ 205 w 238"/>
                                    <a:gd name="T5" fmla="*/ 609 h 673"/>
                                    <a:gd name="T6" fmla="*/ 0 w 238"/>
                                    <a:gd name="T7" fmla="*/ 673 h 6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8" h="673">
                                      <a:moveTo>
                                        <a:pt x="160" y="0"/>
                                      </a:moveTo>
                                      <a:cubicBezTo>
                                        <a:pt x="166" y="48"/>
                                        <a:pt x="191" y="190"/>
                                        <a:pt x="198" y="291"/>
                                      </a:cubicBezTo>
                                      <a:cubicBezTo>
                                        <a:pt x="205" y="392"/>
                                        <a:pt x="238" y="545"/>
                                        <a:pt x="205" y="609"/>
                                      </a:cubicBezTo>
                                      <a:cubicBezTo>
                                        <a:pt x="172" y="673"/>
                                        <a:pt x="43" y="660"/>
                                        <a:pt x="0" y="6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55" y="7242"/>
                                  <a:ext cx="1874" cy="1382"/>
                                </a:xfrm>
                                <a:custGeom>
                                  <a:avLst/>
                                  <a:gdLst>
                                    <a:gd name="T0" fmla="*/ 1874 w 1874"/>
                                    <a:gd name="T1" fmla="*/ 1292 h 1382"/>
                                    <a:gd name="T2" fmla="*/ 1380 w 1874"/>
                                    <a:gd name="T3" fmla="*/ 1236 h 1382"/>
                                    <a:gd name="T4" fmla="*/ 833 w 1874"/>
                                    <a:gd name="T5" fmla="*/ 1289 h 1382"/>
                                    <a:gd name="T6" fmla="*/ 459 w 1874"/>
                                    <a:gd name="T7" fmla="*/ 1351 h 1382"/>
                                    <a:gd name="T8" fmla="*/ 350 w 1874"/>
                                    <a:gd name="T9" fmla="*/ 1102 h 1382"/>
                                    <a:gd name="T10" fmla="*/ 221 w 1874"/>
                                    <a:gd name="T11" fmla="*/ 552 h 1382"/>
                                    <a:gd name="T12" fmla="*/ 0 w 1874"/>
                                    <a:gd name="T13" fmla="*/ 0 h 13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74" h="1382">
                                      <a:moveTo>
                                        <a:pt x="1874" y="1292"/>
                                      </a:moveTo>
                                      <a:cubicBezTo>
                                        <a:pt x="1792" y="1284"/>
                                        <a:pt x="1553" y="1236"/>
                                        <a:pt x="1380" y="1236"/>
                                      </a:cubicBezTo>
                                      <a:cubicBezTo>
                                        <a:pt x="1207" y="1236"/>
                                        <a:pt x="986" y="1270"/>
                                        <a:pt x="833" y="1289"/>
                                      </a:cubicBezTo>
                                      <a:cubicBezTo>
                                        <a:pt x="680" y="1308"/>
                                        <a:pt x="540" y="1382"/>
                                        <a:pt x="459" y="1351"/>
                                      </a:cubicBezTo>
                                      <a:cubicBezTo>
                                        <a:pt x="378" y="1320"/>
                                        <a:pt x="390" y="1235"/>
                                        <a:pt x="350" y="1102"/>
                                      </a:cubicBezTo>
                                      <a:cubicBezTo>
                                        <a:pt x="310" y="969"/>
                                        <a:pt x="279" y="736"/>
                                        <a:pt x="221" y="552"/>
                                      </a:cubicBezTo>
                                      <a:cubicBezTo>
                                        <a:pt x="163" y="368"/>
                                        <a:pt x="45" y="11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7199"/>
                                  <a:ext cx="1932" cy="1570"/>
                                </a:xfrm>
                                <a:custGeom>
                                  <a:avLst/>
                                  <a:gdLst>
                                    <a:gd name="T0" fmla="*/ 0 w 1932"/>
                                    <a:gd name="T1" fmla="*/ 1570 h 1570"/>
                                    <a:gd name="T2" fmla="*/ 438 w 1932"/>
                                    <a:gd name="T3" fmla="*/ 1363 h 1570"/>
                                    <a:gd name="T4" fmla="*/ 1003 w 1932"/>
                                    <a:gd name="T5" fmla="*/ 1265 h 1570"/>
                                    <a:gd name="T6" fmla="*/ 1411 w 1932"/>
                                    <a:gd name="T7" fmla="*/ 1289 h 1570"/>
                                    <a:gd name="T8" fmla="*/ 1609 w 1932"/>
                                    <a:gd name="T9" fmla="*/ 1199 h 1570"/>
                                    <a:gd name="T10" fmla="*/ 1720 w 1932"/>
                                    <a:gd name="T11" fmla="*/ 629 h 1570"/>
                                    <a:gd name="T12" fmla="*/ 1932 w 1932"/>
                                    <a:gd name="T13" fmla="*/ 0 h 1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32" h="1570">
                                      <a:moveTo>
                                        <a:pt x="0" y="1570"/>
                                      </a:moveTo>
                                      <a:cubicBezTo>
                                        <a:pt x="73" y="1536"/>
                                        <a:pt x="271" y="1414"/>
                                        <a:pt x="438" y="1363"/>
                                      </a:cubicBezTo>
                                      <a:cubicBezTo>
                                        <a:pt x="605" y="1312"/>
                                        <a:pt x="841" y="1277"/>
                                        <a:pt x="1003" y="1265"/>
                                      </a:cubicBezTo>
                                      <a:cubicBezTo>
                                        <a:pt x="1165" y="1253"/>
                                        <a:pt x="1310" y="1300"/>
                                        <a:pt x="1411" y="1289"/>
                                      </a:cubicBezTo>
                                      <a:cubicBezTo>
                                        <a:pt x="1512" y="1278"/>
                                        <a:pt x="1558" y="1309"/>
                                        <a:pt x="1609" y="1199"/>
                                      </a:cubicBezTo>
                                      <a:cubicBezTo>
                                        <a:pt x="1660" y="1088"/>
                                        <a:pt x="1666" y="829"/>
                                        <a:pt x="1720" y="629"/>
                                      </a:cubicBezTo>
                                      <a:cubicBezTo>
                                        <a:pt x="1773" y="429"/>
                                        <a:pt x="1888" y="130"/>
                                        <a:pt x="193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20" y="6334"/>
                                  <a:ext cx="831" cy="3150"/>
                                </a:xfrm>
                                <a:custGeom>
                                  <a:avLst/>
                                  <a:gdLst>
                                    <a:gd name="T0" fmla="*/ 311 w 831"/>
                                    <a:gd name="T1" fmla="*/ 13 h 3150"/>
                                    <a:gd name="T2" fmla="*/ 164 w 831"/>
                                    <a:gd name="T3" fmla="*/ 8 h 3150"/>
                                    <a:gd name="T4" fmla="*/ 44 w 831"/>
                                    <a:gd name="T5" fmla="*/ 62 h 3150"/>
                                    <a:gd name="T6" fmla="*/ 4 w 831"/>
                                    <a:gd name="T7" fmla="*/ 257 h 3150"/>
                                    <a:gd name="T8" fmla="*/ 67 w 831"/>
                                    <a:gd name="T9" fmla="*/ 675 h 3150"/>
                                    <a:gd name="T10" fmla="*/ 373 w 831"/>
                                    <a:gd name="T11" fmla="*/ 1790 h 3150"/>
                                    <a:gd name="T12" fmla="*/ 831 w 831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831" h="3150">
                                      <a:moveTo>
                                        <a:pt x="311" y="13"/>
                                      </a:moveTo>
                                      <a:cubicBezTo>
                                        <a:pt x="259" y="6"/>
                                        <a:pt x="208" y="0"/>
                                        <a:pt x="164" y="8"/>
                                      </a:cubicBezTo>
                                      <a:cubicBezTo>
                                        <a:pt x="120" y="16"/>
                                        <a:pt x="71" y="21"/>
                                        <a:pt x="44" y="62"/>
                                      </a:cubicBezTo>
                                      <a:cubicBezTo>
                                        <a:pt x="17" y="103"/>
                                        <a:pt x="0" y="155"/>
                                        <a:pt x="4" y="257"/>
                                      </a:cubicBezTo>
                                      <a:cubicBezTo>
                                        <a:pt x="8" y="359"/>
                                        <a:pt x="6" y="420"/>
                                        <a:pt x="67" y="675"/>
                                      </a:cubicBezTo>
                                      <a:cubicBezTo>
                                        <a:pt x="128" y="930"/>
                                        <a:pt x="246" y="1378"/>
                                        <a:pt x="373" y="1790"/>
                                      </a:cubicBezTo>
                                      <a:cubicBezTo>
                                        <a:pt x="500" y="2202"/>
                                        <a:pt x="665" y="2676"/>
                                        <a:pt x="831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69" y="6334"/>
                                  <a:ext cx="524" cy="3150"/>
                                </a:xfrm>
                                <a:custGeom>
                                  <a:avLst/>
                                  <a:gdLst>
                                    <a:gd name="T0" fmla="*/ 191 w 524"/>
                                    <a:gd name="T1" fmla="*/ 13 h 3150"/>
                                    <a:gd name="T2" fmla="*/ 369 w 524"/>
                                    <a:gd name="T3" fmla="*/ 17 h 3150"/>
                                    <a:gd name="T4" fmla="*/ 489 w 524"/>
                                    <a:gd name="T5" fmla="*/ 115 h 3150"/>
                                    <a:gd name="T6" fmla="*/ 520 w 524"/>
                                    <a:gd name="T7" fmla="*/ 382 h 3150"/>
                                    <a:gd name="T8" fmla="*/ 467 w 524"/>
                                    <a:gd name="T9" fmla="*/ 928 h 3150"/>
                                    <a:gd name="T10" fmla="*/ 293 w 524"/>
                                    <a:gd name="T11" fmla="*/ 1764 h 3150"/>
                                    <a:gd name="T12" fmla="*/ 0 w 524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24" h="3150">
                                      <a:moveTo>
                                        <a:pt x="191" y="13"/>
                                      </a:moveTo>
                                      <a:cubicBezTo>
                                        <a:pt x="255" y="6"/>
                                        <a:pt x="319" y="0"/>
                                        <a:pt x="369" y="17"/>
                                      </a:cubicBezTo>
                                      <a:cubicBezTo>
                                        <a:pt x="419" y="34"/>
                                        <a:pt x="464" y="54"/>
                                        <a:pt x="489" y="115"/>
                                      </a:cubicBezTo>
                                      <a:cubicBezTo>
                                        <a:pt x="514" y="176"/>
                                        <a:pt x="524" y="247"/>
                                        <a:pt x="520" y="382"/>
                                      </a:cubicBezTo>
                                      <a:cubicBezTo>
                                        <a:pt x="516" y="517"/>
                                        <a:pt x="505" y="698"/>
                                        <a:pt x="467" y="928"/>
                                      </a:cubicBezTo>
                                      <a:cubicBezTo>
                                        <a:pt x="429" y="1158"/>
                                        <a:pt x="371" y="1394"/>
                                        <a:pt x="293" y="1764"/>
                                      </a:cubicBezTo>
                                      <a:cubicBezTo>
                                        <a:pt x="215" y="2134"/>
                                        <a:pt x="107" y="2642"/>
                                        <a:pt x="0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1" y="4405"/>
                                  <a:ext cx="727" cy="5089"/>
                                </a:xfrm>
                                <a:custGeom>
                                  <a:avLst/>
                                  <a:gdLst>
                                    <a:gd name="T0" fmla="*/ 656 w 727"/>
                                    <a:gd name="T1" fmla="*/ 0 h 5089"/>
                                    <a:gd name="T2" fmla="*/ 713 w 727"/>
                                    <a:gd name="T3" fmla="*/ 917 h 5089"/>
                                    <a:gd name="T4" fmla="*/ 720 w 727"/>
                                    <a:gd name="T5" fmla="*/ 1468 h 5089"/>
                                    <a:gd name="T6" fmla="*/ 670 w 727"/>
                                    <a:gd name="T7" fmla="*/ 2040 h 5089"/>
                                    <a:gd name="T8" fmla="*/ 487 w 727"/>
                                    <a:gd name="T9" fmla="*/ 2873 h 5089"/>
                                    <a:gd name="T10" fmla="*/ 218 w 727"/>
                                    <a:gd name="T11" fmla="*/ 4129 h 5089"/>
                                    <a:gd name="T12" fmla="*/ 0 w 727"/>
                                    <a:gd name="T13" fmla="*/ 5089 h 50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727" h="5089">
                                      <a:moveTo>
                                        <a:pt x="656" y="0"/>
                                      </a:moveTo>
                                      <a:cubicBezTo>
                                        <a:pt x="679" y="336"/>
                                        <a:pt x="702" y="672"/>
                                        <a:pt x="713" y="917"/>
                                      </a:cubicBezTo>
                                      <a:cubicBezTo>
                                        <a:pt x="724" y="1162"/>
                                        <a:pt x="727" y="1281"/>
                                        <a:pt x="720" y="1468"/>
                                      </a:cubicBezTo>
                                      <a:cubicBezTo>
                                        <a:pt x="713" y="1655"/>
                                        <a:pt x="709" y="1806"/>
                                        <a:pt x="670" y="2040"/>
                                      </a:cubicBezTo>
                                      <a:cubicBezTo>
                                        <a:pt x="631" y="2274"/>
                                        <a:pt x="562" y="2525"/>
                                        <a:pt x="487" y="2873"/>
                                      </a:cubicBezTo>
                                      <a:cubicBezTo>
                                        <a:pt x="412" y="3221"/>
                                        <a:pt x="299" y="3760"/>
                                        <a:pt x="218" y="4129"/>
                                      </a:cubicBezTo>
                                      <a:cubicBezTo>
                                        <a:pt x="137" y="4498"/>
                                        <a:pt x="68" y="4793"/>
                                        <a:pt x="0" y="50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91" y="7518"/>
                                  <a:ext cx="450" cy="1976"/>
                                </a:xfrm>
                                <a:custGeom>
                                  <a:avLst/>
                                  <a:gdLst>
                                    <a:gd name="T0" fmla="*/ 0 w 450"/>
                                    <a:gd name="T1" fmla="*/ 1976 h 1976"/>
                                    <a:gd name="T2" fmla="*/ 105 w 450"/>
                                    <a:gd name="T3" fmla="*/ 1750 h 1976"/>
                                    <a:gd name="T4" fmla="*/ 261 w 450"/>
                                    <a:gd name="T5" fmla="*/ 1468 h 1976"/>
                                    <a:gd name="T6" fmla="*/ 423 w 450"/>
                                    <a:gd name="T7" fmla="*/ 1171 h 1976"/>
                                    <a:gd name="T8" fmla="*/ 423 w 450"/>
                                    <a:gd name="T9" fmla="*/ 783 h 1976"/>
                                    <a:gd name="T10" fmla="*/ 338 w 450"/>
                                    <a:gd name="T11" fmla="*/ 346 h 1976"/>
                                    <a:gd name="T12" fmla="*/ 218 w 450"/>
                                    <a:gd name="T13" fmla="*/ 0 h 19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50" h="1976">
                                      <a:moveTo>
                                        <a:pt x="0" y="1976"/>
                                      </a:moveTo>
                                      <a:cubicBezTo>
                                        <a:pt x="17" y="1938"/>
                                        <a:pt x="62" y="1835"/>
                                        <a:pt x="105" y="1750"/>
                                      </a:cubicBezTo>
                                      <a:cubicBezTo>
                                        <a:pt x="148" y="1665"/>
                                        <a:pt x="208" y="1564"/>
                                        <a:pt x="261" y="1468"/>
                                      </a:cubicBezTo>
                                      <a:cubicBezTo>
                                        <a:pt x="314" y="1372"/>
                                        <a:pt x="396" y="1285"/>
                                        <a:pt x="423" y="1171"/>
                                      </a:cubicBezTo>
                                      <a:cubicBezTo>
                                        <a:pt x="450" y="1057"/>
                                        <a:pt x="437" y="920"/>
                                        <a:pt x="423" y="783"/>
                                      </a:cubicBezTo>
                                      <a:cubicBezTo>
                                        <a:pt x="409" y="646"/>
                                        <a:pt x="372" y="476"/>
                                        <a:pt x="338" y="346"/>
                                      </a:cubicBezTo>
                                      <a:cubicBezTo>
                                        <a:pt x="304" y="216"/>
                                        <a:pt x="243" y="72"/>
                                        <a:pt x="21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29" y="8727"/>
                                  <a:ext cx="1800" cy="774"/>
                                </a:xfrm>
                                <a:custGeom>
                                  <a:avLst/>
                                  <a:gdLst>
                                    <a:gd name="T0" fmla="*/ 1800 w 1800"/>
                                    <a:gd name="T1" fmla="*/ 68 h 774"/>
                                    <a:gd name="T2" fmla="*/ 1370 w 1800"/>
                                    <a:gd name="T3" fmla="*/ 5 h 774"/>
                                    <a:gd name="T4" fmla="*/ 876 w 1800"/>
                                    <a:gd name="T5" fmla="*/ 40 h 774"/>
                                    <a:gd name="T6" fmla="*/ 403 w 1800"/>
                                    <a:gd name="T7" fmla="*/ 231 h 774"/>
                                    <a:gd name="T8" fmla="*/ 127 w 1800"/>
                                    <a:gd name="T9" fmla="*/ 520 h 774"/>
                                    <a:gd name="T10" fmla="*/ 0 w 1800"/>
                                    <a:gd name="T11" fmla="*/ 774 h 7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800" h="774">
                                      <a:moveTo>
                                        <a:pt x="1800" y="68"/>
                                      </a:moveTo>
                                      <a:cubicBezTo>
                                        <a:pt x="1661" y="39"/>
                                        <a:pt x="1524" y="10"/>
                                        <a:pt x="1370" y="5"/>
                                      </a:cubicBezTo>
                                      <a:cubicBezTo>
                                        <a:pt x="1216" y="0"/>
                                        <a:pt x="1037" y="2"/>
                                        <a:pt x="876" y="40"/>
                                      </a:cubicBezTo>
                                      <a:cubicBezTo>
                                        <a:pt x="715" y="78"/>
                                        <a:pt x="528" y="151"/>
                                        <a:pt x="403" y="231"/>
                                      </a:cubicBezTo>
                                      <a:cubicBezTo>
                                        <a:pt x="278" y="311"/>
                                        <a:pt x="194" y="430"/>
                                        <a:pt x="127" y="520"/>
                                      </a:cubicBezTo>
                                      <a:cubicBezTo>
                                        <a:pt x="60" y="610"/>
                                        <a:pt x="30" y="692"/>
                                        <a:pt x="0" y="7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837F84C" id="Group 308" o:spid="_x0000_s1026" style="position:absolute;margin-left:54.15pt;margin-top:-1.05pt;width:380.95pt;height:370pt;z-index:251657728" coordorigin="3255,3284" coordsize="6401,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">
                      <v:shape id="Freeform 309" o:spid="_x0000_s1027" style="position:absolute;left:6401;top:3307;width:2261;height:1310;visibility:visible;mso-wrap-style:square;v-text-anchor:top" coordsize="1596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" path="m,424v78,17,304,42,471,101c638,584,844,731,1000,776v154,45,309,149,408,20c1507,667,1557,166,1596,e" filled="f" strokecolor="#ddd" strokeweight="1pt">
                        <v:path arrowok="t" o:connecttype="custom" o:connectlocs="0,600;667,744;1417,1099;1995,1127;2261,0" o:connectangles="0,0,0,0,0"/>
                      </v:shape>
                      <v:shape id="Freeform 310" o:spid="_x0000_s1028" style="position:absolute;left:8397;top:3543;width:712;height:1109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6,528;642,113;447,45;169,383" o:connectangles="0,0,0,0,0,0,0"/>
                      </v:shape>
                      <v:shape id="Freeform 311" o:spid="_x0000_s1029" style="position:absolute;left:8000;top:4598;width:1537;height:3526;visibility:visible;mso-wrap-style:square;v-text-anchor:top" coordsize="1085,2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" path="m348,c319,49,224,141,175,297,127,453,68,704,58,938,48,1171,,1477,113,1702v113,226,458,455,620,586c895,2419,1012,2447,1085,2489e" filled="f" strokecolor="#ddd" strokeweight="1pt">
                        <v:path arrowok="t" o:connecttype="custom" o:connectlocs="493,0;248,421;82,1329;160,2411;1038,3241;1537,3526" o:connectangles="0,0,0,0,0,0"/>
                      </v:shape>
                      <v:shape id="Freeform 312" o:spid="_x0000_s1030" style="position:absolute;left:6262;top:3940;width:1330;height:476;visibility:visible;mso-wrap-style:square;v-text-anchor:top" coordsize="939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" path="m91,5c,11,53,158,135,201v82,43,318,45,449,65c715,286,907,336,923,319,939,302,822,214,683,162,544,110,188,,91,5xe" fillcolor="#ddd" stroked="f">
                        <v:path arrowok="t" o:connecttype="custom" o:connectlocs="129,7;191,285;827,377;1307,452;967,230;129,7" o:connectangles="0,0,0,0,0,0"/>
                      </v:shape>
                      <v:shape id="Freeform 313" o:spid="_x0000_s1031" style="position:absolute;left:7844;top:4549;width:544;height:1088;visibility:visible;mso-wrap-style:square;v-text-anchor:top" coordsize="301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" path="m282,10c269,,121,54,76,126,31,198,21,351,12,443,3,535,,719,24,677,48,635,110,299,153,188,196,77,301,10,282,10xe" fillcolor="#ddd" stroked="f">
                        <v:path arrowok="t" o:connecttype="custom" o:connectlocs="510,15;137,191;22,670;43,1024;277,284;510,15" o:connectangles="0,0,0,0,0,0"/>
                      </v:shape>
                      <v:shape id="Freeform 314" o:spid="_x0000_s1032" style="position:absolute;left:6132;top:7566;width:439;height:1334;visibility:visible;mso-wrap-style:square;v-text-anchor:top" coordsize="250,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" path="m206,6v14,-6,44,180,36,288c234,402,196,558,158,654,120,750,28,882,14,870,,858,50,672,74,582,98,492,132,428,158,330,184,232,192,12,206,6xe" fillcolor="#ddd" stroked="f">
                        <v:path arrowok="t" o:connecttype="custom" o:connectlocs="362,9;425,445;277,989;25,1316;130,880;277,499;362,9" o:connectangles="0,0,0,0,0,0,0"/>
                      </v:shape>
                      <v:shape id="Freeform 315" o:spid="_x0000_s1033" style="position:absolute;left:7350;top:8073;width:2306;height:666;visibility:visible;mso-wrap-style:square;v-text-anchor:top" coordsize="1628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" path="m73,184c118,113,212,15,290,7,368,,405,95,544,136v139,40,422,97,582,115c1286,269,1444,239,1507,245v63,6,121,26,-5,42c1376,303,971,321,752,341,533,361,309,389,187,405,64,421,38,470,19,434,,397,28,254,73,184xe" fillcolor="#ddd" stroked="f">
                        <v:path arrowok="t" o:connecttype="custom" o:connectlocs="103,261;411,10;771,193;1595,356;2135,347;2128,407;1065,483;265,574;27,615;103,261" o:connectangles="0,0,0,0,0,0,0,0,0,0"/>
                      </v:shape>
                      <v:shape id="Freeform 316" o:spid="_x0000_s1034" style="position:absolute;left:8606;top:3917;width:160;height:266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17" o:spid="_x0000_s1035" style="position:absolute;left:8711;top:3611;width:340;height:724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2,177;328,468;277,707;225,570;120,427;192,460;268,570;259,318;225,68;129,118;14,217" o:connectangles="0,0,0,0,0,0,0,0,0,0,0,0,0"/>
                      </v:shape>
                      <v:shape id="Freeform 318" o:spid="_x0000_s1036" style="position:absolute;left:4147;top:3314;width:2254;height:1300;visibility:visible;mso-wrap-style:square;v-text-anchor:top" coordsize="159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" path="m1591,419v-78,16,-300,41,-465,100c961,578,753,725,599,770,443,815,290,918,190,790,90,662,40,165,,e" filled="f" strokecolor="#ddd" strokeweight="1pt">
                        <v:path arrowok="t" o:connecttype="custom" o:connectlocs="2254,593;1595,735;849,1090;269,1119;0,0" o:connectangles="0,0,0,0,0"/>
                      </v:shape>
                      <v:shape id="Freeform 319" o:spid="_x0000_s1037" style="position:absolute;left:3704;top:3542;width:713;height:1109;flip:x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7,528;643,113;447,45;169,383" o:connectangles="0,0,0,0,0,0,0"/>
                      </v:shape>
                      <v:shape id="Freeform 320" o:spid="_x0000_s1038" style="position:absolute;left:3320;top:4596;width:1470;height:3474;visibility:visible;mso-wrap-style:square;v-text-anchor:top" coordsize="1038,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" path="m690,v29,49,124,141,173,297c911,453,970,704,980,938v10,234,58,539,-55,765c812,1928,459,2164,305,2289,151,2414,64,2419,,2453e" filled="f" strokecolor="#ddd" strokeweight="1pt">
                        <v:path arrowok="t" o:connecttype="custom" o:connectlocs="977,0;1222,421;1388,1328;1310,2412;432,3242;0,3474" o:connectangles="0,0,0,0,0,0"/>
                      </v:shape>
                      <v:shape id="Freeform 321" o:spid="_x0000_s1039" style="position:absolute;left:5232;top:3950;width:1291;height:486;visibility:visible;mso-wrap-style:square;v-text-anchor:top" coordsize="911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" path="m816,v95,7,85,139,10,182c751,225,503,232,368,256,233,280,36,343,18,324,,305,125,195,258,141,391,87,700,30,816,xe" fillcolor="#ddd" stroked="f">
                        <v:path arrowok="t" o:connecttype="custom" o:connectlocs="1156,0;1171,258;522,363;26,459;366,200;1156,0" o:connectangles="0,0,0,0,0,0"/>
                      </v:shape>
                      <v:shape id="Freeform 322" o:spid="_x0000_s1040" style="position:absolute;left:4424;top:4547;width:529;height:976;visibility:visible;mso-wrap-style:square;v-text-anchor:top" coordsize="293,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" path="m19,10c32,,181,64,225,126v44,62,50,177,58,258c291,465,293,645,271,612,249,579,190,288,148,188,106,88,,10,19,10xe" fillcolor="#ddd" stroked="f">
                        <v:path arrowok="t" o:connecttype="custom" o:connectlocs="34,15;406,191;511,581;489,926;267,284;34,15" o:connectangles="0,0,0,0,0,0"/>
                      </v:shape>
                      <v:shape id="Freeform 323" o:spid="_x0000_s1041" style="position:absolute;left:3255;top:8048;width:2278;height:538;visibility:visible;mso-wrap-style:square;v-text-anchor:top" coordsize="1608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  <v:path arrowok="t" o:connecttype="custom" o:connectlocs="2278,422;1795,35;1435,217;612,379;65,370;220,460;585,467;1138,422;1952,521;2213,521;2278,422" o:connectangles="0,0,0,0,0,0,0,0,0,0,0"/>
                      </v:shape>
                      <v:shape id="Freeform 324" o:spid="_x0000_s1042" style="position:absolute;left:4044;top:3916;width:160;height:266;flip:x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25" o:spid="_x0000_s1043" style="position:absolute;left:3761;top:3610;width:341;height:724;flip:x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3,177;329,468;277,707;226,570;120,427;193,460;269,570;260,318;226,68;129,118;14,217" o:connectangles="0,0,0,0,0,0,0,0,0,0,0,0,0"/>
                      </v:shape>
                      <v:shape id="Freeform 326" o:spid="_x0000_s1044" style="position:absolute;left:3486;top:3294;width:885;height:1470;visibility:visible;mso-wrap-style:square;v-text-anchor:top" coordsize="625,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  <v:path arrowok="t" o:connecttype="custom" o:connectlocs="96,0;27,428;262,1299;678,1452;882,1317;670,1375;331,1263;210,853;235,402;430,228;670,406;626,4" o:connectangles="0,0,0,0,0,0,0,0,0,0,0,0"/>
                      </v:shape>
                      <v:shape id="Freeform 327" o:spid="_x0000_s1045" style="position:absolute;left:8452;top:3294;width:860;height:1459;visibility:visible;mso-wrap-style:square;v-text-anchor:top" coordsize="607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  <v:path arrowok="t" o:connecttype="custom" o:connectlocs="771,0;834,494;621,1299;205,1452;1,1317;214,1375;553,1264;673,853;647,402;453,228;214,407;252,13" o:connectangles="0,0,0,0,0,0,0,0,0,0,0,0"/>
                      </v:shape>
                      <v:shape id="Freeform 328" o:spid="_x0000_s1046" style="position:absolute;left:5868;top:3284;width:377;height:221;visibility:visible;mso-wrap-style:square;v-text-anchor:top" coordsize="266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" path="m10,154c,152,138,40,176,20,214,,266,9,238,31,210,53,20,156,10,154xe" fillcolor="#ddd" stroked="f">
                        <v:path arrowok="t" o:connecttype="custom" o:connectlocs="14,218;249,28;337,44;14,218" o:connectangles="0,0,0,0"/>
                      </v:shape>
                      <v:shape id="Freeform 329" o:spid="_x0000_s1047" style="position:absolute;left:3317;top:8730;width:2460;height:767;visibility:visible;mso-wrap-style:square;v-text-anchor:top" coordsize="2460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" path="m2460,767c2399,687,2279,410,2092,287,1905,164,1594,60,1336,30,1078,,768,51,545,107,323,162,113,309,,363e" filled="f">
                        <v:path arrowok="t" o:connecttype="custom" o:connectlocs="2460,767;2092,287;1336,30;545,107;0,363" o:connectangles="0,0,0,0,0"/>
                      </v:shape>
                      <v:shape id="Freeform 330" o:spid="_x0000_s1048" style="position:absolute;left:4905;top:4412;width:688;height:4347;visibility:visible;mso-wrap-style:square;v-text-anchor:top" coordsize="68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" path="m421,3084v-21,70,-92,277,-128,425c258,3658,213,3872,208,3977v-4,104,1,108,60,161c327,4191,496,4276,565,4294v69,18,117,53,120,-47c688,4147,636,3921,585,3693,534,3465,445,3133,378,2876,312,2621,242,2371,183,2160,123,1950,40,1794,20,1616,,1437,57,1262,64,1089,71,916,60,762,64,581,67,399,78,120,81,e" filled="f">
                        <v:path arrowok="t" o:connecttype="custom" o:connectlocs="421,3084;293,3509;208,3977;268,4138;565,4294;685,4247;585,3693;378,2876;183,2160;20,1616;64,1089;64,581;81,0" o:connectangles="0,0,0,0,0,0,0,0,0,0,0,0,0"/>
                      </v:shape>
                      <v:shape id="Freeform 331" o:spid="_x0000_s1049" style="position:absolute;left:5210;top:4329;width:300;height:2095;visibility:visible;mso-wrap-style:square;v-text-anchor:top" coordsize="166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" path="m10,c5,217,,434,10,612v10,178,46,334,60,456c84,1190,78,1384,94,1344v16,-40,44,-278,72,-516e" filled="f">
                        <v:path arrowok="t" o:connecttype="custom" o:connectlocs="18,0;18,926;127,1617;170,2034;300,1253" o:connectangles="0,0,0,0,0"/>
                      </v:shape>
                      <v:shape id="Freeform 332" o:spid="_x0000_s1050" style="position:absolute;left:7291;top:4321;width:325;height:2083;visibility:visible;mso-wrap-style:square;v-text-anchor:top" coordsize="180,1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" path="m156,v3,101,24,429,14,606c160,783,113,940,95,1062,78,1184,81,1377,65,1338,49,1299,14,934,,828e" filled="f">
                        <v:path arrowok="t" o:connecttype="custom" o:connectlocs="282,0;307,917;172,1606;117,2024;0,1253" o:connectangles="0,0,0,0,0"/>
                      </v:shape>
                      <v:shape id="Freeform 333" o:spid="_x0000_s1051" style="position:absolute;left:5591;top:5590;width:243;height:681;visibility:visible;mso-wrap-style:square;v-text-anchor:top" coordsize="24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" path="m67,c56,99,40,197,35,300,29,403,,557,35,619v35,62,165,41,208,52e" filled="f">
                        <v:path arrowok="t" o:connecttype="custom" o:connectlocs="67,0;35,300;35,619;243,671" o:connectangles="0,0,0,0"/>
                      </v:shape>
                      <v:shape id="Freeform 334" o:spid="_x0000_s1052" style="position:absolute;left:6966;top:5588;width:238;height:673;visibility:visible;mso-wrap-style:square;v-text-anchor:top" coordsize="238,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" path="m160,v6,48,31,190,38,291c205,392,238,545,205,609,172,673,43,660,,673e" filled="f">
                        <v:path arrowok="t" o:connecttype="custom" o:connectlocs="160,0;198,291;205,609;0,673" o:connectangles="0,0,0,0"/>
                      </v:shape>
                      <v:shape id="Freeform 335" o:spid="_x0000_s1053" style="position:absolute;left:7655;top:7242;width:1874;height:1382;visibility:visible;mso-wrap-style:square;v-text-anchor:top" coordsize="1874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" path="m1874,1292v-82,-8,-321,-56,-494,-56c1207,1236,986,1270,833,1289v-153,19,-293,93,-374,62c378,1320,390,1235,350,1102,310,969,279,736,221,552,163,368,45,115,,e" filled="f">
                        <v:path arrowok="t" o:connecttype="custom" o:connectlocs="1874,1292;1380,1236;833,1289;459,1351;350,1102;221,552;0,0" o:connectangles="0,0,0,0,0,0,0"/>
                      </v:shape>
                      <v:shape id="Freeform 336" o:spid="_x0000_s1054" style="position:absolute;left:3317;top:7199;width:1932;height:1570;visibility:visible;mso-wrap-style:square;v-text-anchor:top" coordsize="1932,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" path="m,1570v73,-34,271,-156,438,-207c605,1312,841,1277,1003,1265v162,-12,307,35,408,24c1512,1278,1558,1309,1609,1199v51,-111,57,-370,111,-570c1773,429,1888,130,1932,e" filled="f">
                        <v:path arrowok="t" o:connecttype="custom" o:connectlocs="0,1570;438,1363;1003,1265;1411,1289;1609,1199;1720,629;1932,0" o:connectangles="0,0,0,0,0,0,0"/>
                      </v:shape>
                      <v:shape id="Freeform 337" o:spid="_x0000_s1055" style="position:absolute;left:5520;top:6334;width:831;height:3150;visibility:visible;mso-wrap-style:square;v-text-anchor:top" coordsize="831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" path="m311,13c259,6,208,,164,8,120,16,71,21,44,62,17,103,,155,4,257,8,359,6,420,67,675v61,255,179,703,306,1115c500,2202,665,2676,831,3150e" filled="f">
                        <v:path arrowok="t" o:connecttype="custom" o:connectlocs="311,13;164,8;44,62;4,257;67,675;373,1790;831,3150" o:connectangles="0,0,0,0,0,0,0"/>
                      </v:shape>
                      <v:shape id="Freeform 338" o:spid="_x0000_s1056" style="position:absolute;left:6769;top:6334;width:524;height:3150;visibility:visible;mso-wrap-style:square;v-text-anchor:top" coordsize="524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" path="m191,13c255,6,319,,369,17v50,17,95,37,120,98c514,176,524,247,520,382v-4,135,-15,316,-53,546c429,1158,371,1394,293,1764,215,2134,107,2642,,3150e" filled="f">
                        <v:path arrowok="t" o:connecttype="custom" o:connectlocs="191,13;369,17;489,115;520,382;467,928;293,1764;0,3150" o:connectangles="0,0,0,0,0,0,0"/>
                      </v:shape>
                      <v:shape id="Freeform 339" o:spid="_x0000_s1057" style="position:absolute;left:7151;top:4405;width:727;height:5089;visibility:visible;mso-wrap-style:square;v-text-anchor:top" coordsize="727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" path="m656,v23,336,46,672,57,917c724,1162,727,1281,720,1468v-7,187,-11,338,-50,572c631,2274,562,2525,487,2873,412,3221,299,3760,218,4129,137,4498,68,4793,,5089e" filled="f">
                        <v:path arrowok="t" o:connecttype="custom" o:connectlocs="656,0;713,917;720,1468;670,2040;487,2873;218,4129;0,5089" o:connectangles="0,0,0,0,0,0,0"/>
                      </v:shape>
                      <v:shape id="Freeform 340" o:spid="_x0000_s1058" style="position:absolute;left:7391;top:7518;width:450;height:1976;visibility:visible;mso-wrap-style:square;v-text-anchor:top" coordsize="450,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" path="m,1976v17,-38,62,-141,105,-226c148,1665,208,1564,261,1468v53,-96,135,-183,162,-297c450,1057,437,920,423,783,409,646,372,476,338,346,304,216,243,72,218,e" filled="f">
                        <v:path arrowok="t" o:connecttype="custom" o:connectlocs="0,1976;105,1750;261,1468;423,1171;423,783;338,346;218,0" o:connectangles="0,0,0,0,0,0,0"/>
                      </v:shape>
                      <v:shape id="Freeform 341" o:spid="_x0000_s1059" style="position:absolute;left:7729;top:8727;width:1800;height:774;visibility:visible;mso-wrap-style:square;v-text-anchor:top" coordsize="1800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" path="m1800,68c1661,39,1524,10,1370,5,1216,,1037,2,876,40,715,78,528,151,403,231,278,311,194,430,127,520,60,610,30,692,,774e" filled="f">
                        <v:path arrowok="t" o:connecttype="custom" o:connectlocs="1800,68;1370,5;876,40;403,231;127,520;0,774" o:connectangles="0,0,0,0,0,0"/>
                      </v:shape>
                    </v:group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1270" r="0" b="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567D1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6350" r="6350" b="17780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D2E0A2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3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567D1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4605" t="19050" r="31115" b="13335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6E2D40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255" t="9525" r="5715" b="1460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185DCA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8255" t="6985" r="5715" b="17145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EDDEA8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2065" t="7620" r="11430" b="16510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174915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shd w:val="clear" w:color="auto" w:fill="E6E6E6"/>
            <w:tcMar>
              <w:top w:w="28" w:type="dxa"/>
              <w:bottom w:w="28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2"/>
            <w:shd w:val="clear" w:color="auto" w:fill="E6E6E6"/>
            <w:tcMar>
              <w:top w:w="28" w:type="dxa"/>
              <w:bottom w:w="28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shd w:val="clear" w:color="auto" w:fill="E6E6E6"/>
            <w:tcMar>
              <w:top w:w="28" w:type="dxa"/>
              <w:bottom w:w="28" w:type="dxa"/>
            </w:tcMar>
          </w:tcPr>
          <w:p w:rsidR="00187C90" w:rsidRPr="00BE67C6" w:rsidRDefault="00567D12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3997" w:type="dxa"/>
            <w:gridSpan w:val="2"/>
            <w:shd w:val="clear" w:color="auto" w:fill="E6E6E6"/>
            <w:tcMar>
              <w:top w:w="28" w:type="dxa"/>
              <w:bottom w:w="28" w:type="dxa"/>
            </w:tcMar>
          </w:tcPr>
          <w:p w:rsidR="00187C90" w:rsidRPr="00BE67C6" w:rsidRDefault="00567D12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shd w:val="clear" w:color="auto" w:fill="E6E6E6"/>
            <w:tcMar>
              <w:top w:w="28" w:type="dxa"/>
              <w:bottom w:w="28" w:type="dxa"/>
            </w:tcMar>
          </w:tcPr>
          <w:p w:rsidR="00187C90" w:rsidRPr="00BE67C6" w:rsidRDefault="00567D12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  <w:tc>
          <w:tcPr>
            <w:tcW w:w="3997" w:type="dxa"/>
            <w:gridSpan w:val="2"/>
            <w:shd w:val="clear" w:color="auto" w:fill="E6E6E6"/>
            <w:tcMar>
              <w:top w:w="28" w:type="dxa"/>
              <w:bottom w:w="28" w:type="dxa"/>
            </w:tcMar>
          </w:tcPr>
          <w:p w:rsidR="00187C90" w:rsidRPr="00BE67C6" w:rsidRDefault="00567D12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shd w:val="clear" w:color="auto" w:fill="E6E6E6"/>
            <w:tcMar>
              <w:top w:w="28" w:type="dxa"/>
              <w:bottom w:w="28" w:type="dxa"/>
            </w:tcMar>
          </w:tcPr>
          <w:p w:rsidR="00187C90" w:rsidRPr="00BE67C6" w:rsidRDefault="00567D12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</w:t>
            </w:r>
          </w:p>
        </w:tc>
        <w:tc>
          <w:tcPr>
            <w:tcW w:w="3997" w:type="dxa"/>
            <w:gridSpan w:val="2"/>
            <w:shd w:val="clear" w:color="auto" w:fill="E6E6E6"/>
            <w:tcMar>
              <w:top w:w="28" w:type="dxa"/>
              <w:bottom w:w="28" w:type="dxa"/>
            </w:tcMar>
          </w:tcPr>
          <w:p w:rsidR="00187C90" w:rsidRPr="00BE67C6" w:rsidRDefault="00567D12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 xml:space="preserve">% </w:t>
            </w:r>
            <w:r w:rsidR="00F412FD"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Stenosis:</w:t>
            </w:r>
          </w:p>
        </w:tc>
        <w:tc>
          <w:tcPr>
            <w:tcW w:w="3898" w:type="dxa"/>
            <w:shd w:val="clear" w:color="auto" w:fill="E6E6E6"/>
            <w:tcMar>
              <w:top w:w="28" w:type="dxa"/>
              <w:bottom w:w="28" w:type="dxa"/>
            </w:tcMar>
          </w:tcPr>
          <w:p w:rsidR="00187C90" w:rsidRPr="00BE67C6" w:rsidRDefault="00567D12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&lt;30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2"/>
            <w:shd w:val="clear" w:color="auto" w:fill="E6E6E6"/>
            <w:tcMar>
              <w:top w:w="28" w:type="dxa"/>
              <w:bottom w:w="28" w:type="dxa"/>
            </w:tcMar>
          </w:tcPr>
          <w:p w:rsidR="00187C90" w:rsidRPr="00BE67C6" w:rsidRDefault="00567D12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&lt;30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F412FD" w:rsidRPr="00BE67C6" w:rsidTr="00BE67C6">
        <w:tc>
          <w:tcPr>
            <w:tcW w:w="1943" w:type="dxa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F412FD" w:rsidRPr="00BE67C6" w:rsidRDefault="00F412FD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% ECA Stenosis</w:t>
            </w:r>
          </w:p>
        </w:tc>
        <w:tc>
          <w:tcPr>
            <w:tcW w:w="3898" w:type="dxa"/>
            <w:shd w:val="clear" w:color="auto" w:fill="E6E6E6"/>
            <w:tcMar>
              <w:top w:w="28" w:type="dxa"/>
              <w:bottom w:w="28" w:type="dxa"/>
            </w:tcMar>
          </w:tcPr>
          <w:p w:rsidR="00F412FD" w:rsidRPr="00BE67C6" w:rsidRDefault="00567D12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F412FD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2"/>
            <w:shd w:val="clear" w:color="auto" w:fill="E6E6E6"/>
            <w:tcMar>
              <w:top w:w="28" w:type="dxa"/>
              <w:bottom w:w="28" w:type="dxa"/>
            </w:tcMar>
          </w:tcPr>
          <w:p w:rsidR="00F412FD" w:rsidRPr="00BE67C6" w:rsidRDefault="00567D12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F412FD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3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3"/>
            <w:shd w:val="clear" w:color="auto" w:fill="auto"/>
            <w:tcMar>
              <w:top w:w="28" w:type="dxa"/>
              <w:bottom w:w="28" w:type="dxa"/>
            </w:tcMar>
          </w:tcPr>
          <w:p w:rsidR="00784424" w:rsidRDefault="00567D12" w:rsidP="00BE67C6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Right: No Intimal wall thickening or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haemodynamic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changes. </w:t>
            </w:r>
          </w:p>
          <w:p w:rsidR="00567D12" w:rsidRDefault="00567D12" w:rsidP="00BE67C6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Left: No Intimal wall thickening or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haemodynamic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changes.</w:t>
            </w:r>
          </w:p>
          <w:p w:rsidR="00567D12" w:rsidRPr="00BE67C6" w:rsidRDefault="00567D12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Normal Subclavian flow bilaterally. 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3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784424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895" w:type="dxa"/>
            <w:gridSpan w:val="3"/>
            <w:shd w:val="clear" w:color="auto" w:fill="E6E6E6"/>
            <w:tcMar>
              <w:top w:w="28" w:type="dxa"/>
              <w:bottom w:w="28" w:type="dxa"/>
            </w:tcMar>
          </w:tcPr>
          <w:p w:rsidR="00567D12" w:rsidRPr="00567D12" w:rsidRDefault="00567D12" w:rsidP="00BE67C6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Alwin Yeung - Clinical Vascular Scientist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  <w:bookmarkStart w:id="0" w:name="_GoBack"/>
      <w:bookmarkEnd w:id="0"/>
    </w:p>
    <w:sectPr w:rsidR="00694581" w:rsidRPr="002D5F9B" w:rsidSect="00B551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D12" w:rsidRDefault="00567D12">
      <w:r>
        <w:separator/>
      </w:r>
    </w:p>
  </w:endnote>
  <w:endnote w:type="continuationSeparator" w:id="0">
    <w:p w:rsidR="00567D12" w:rsidRDefault="00567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E35A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860" w:rsidRPr="00E35AAD" w:rsidRDefault="00D66860" w:rsidP="00E35AAD">
    <w:pPr>
      <w:pStyle w:val="Footer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E35A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D12" w:rsidRDefault="00567D12">
      <w:r>
        <w:separator/>
      </w:r>
    </w:p>
  </w:footnote>
  <w:footnote w:type="continuationSeparator" w:id="0">
    <w:p w:rsidR="00567D12" w:rsidRDefault="00567D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E35A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567D12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-111125</wp:posOffset>
          </wp:positionV>
          <wp:extent cx="1771650" cy="62484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06419" w:rsidRDefault="00706419">
    <w:pPr>
      <w:pStyle w:val="Header"/>
    </w:pPr>
  </w:p>
  <w:p w:rsidR="00706419" w:rsidRDefault="00706419">
    <w:pPr>
      <w:pStyle w:val="Header"/>
    </w:pPr>
  </w:p>
  <w:p w:rsidR="00706419" w:rsidRDefault="0070641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E35A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D12"/>
    <w:rsid w:val="000071E8"/>
    <w:rsid w:val="00041AD2"/>
    <w:rsid w:val="00052659"/>
    <w:rsid w:val="00054AC7"/>
    <w:rsid w:val="00082FF5"/>
    <w:rsid w:val="000A3239"/>
    <w:rsid w:val="000D4C8F"/>
    <w:rsid w:val="000F2232"/>
    <w:rsid w:val="000F4957"/>
    <w:rsid w:val="00106CEB"/>
    <w:rsid w:val="00115ED6"/>
    <w:rsid w:val="00130125"/>
    <w:rsid w:val="00130D4E"/>
    <w:rsid w:val="00175A86"/>
    <w:rsid w:val="001829A0"/>
    <w:rsid w:val="00187C90"/>
    <w:rsid w:val="001D4A26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845F4"/>
    <w:rsid w:val="002A575D"/>
    <w:rsid w:val="002C2267"/>
    <w:rsid w:val="002D5608"/>
    <w:rsid w:val="002D5F9B"/>
    <w:rsid w:val="002D72BD"/>
    <w:rsid w:val="002F1B84"/>
    <w:rsid w:val="002F29A9"/>
    <w:rsid w:val="00317A10"/>
    <w:rsid w:val="00324B94"/>
    <w:rsid w:val="00332965"/>
    <w:rsid w:val="003512C1"/>
    <w:rsid w:val="003605C4"/>
    <w:rsid w:val="00361F8D"/>
    <w:rsid w:val="003979C6"/>
    <w:rsid w:val="003A31C2"/>
    <w:rsid w:val="003B7DF9"/>
    <w:rsid w:val="003F6A8A"/>
    <w:rsid w:val="00400424"/>
    <w:rsid w:val="00402BD8"/>
    <w:rsid w:val="0041713E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E2311"/>
    <w:rsid w:val="004F7760"/>
    <w:rsid w:val="0054274D"/>
    <w:rsid w:val="005656EE"/>
    <w:rsid w:val="00567D12"/>
    <w:rsid w:val="005900BB"/>
    <w:rsid w:val="00591C95"/>
    <w:rsid w:val="00592827"/>
    <w:rsid w:val="005B777D"/>
    <w:rsid w:val="005D31EC"/>
    <w:rsid w:val="005E5BC0"/>
    <w:rsid w:val="0061539B"/>
    <w:rsid w:val="00633D1A"/>
    <w:rsid w:val="00636F18"/>
    <w:rsid w:val="0064263F"/>
    <w:rsid w:val="006851FE"/>
    <w:rsid w:val="00687CAB"/>
    <w:rsid w:val="006915B8"/>
    <w:rsid w:val="00694581"/>
    <w:rsid w:val="0069553D"/>
    <w:rsid w:val="00696E1A"/>
    <w:rsid w:val="006B7347"/>
    <w:rsid w:val="006D7699"/>
    <w:rsid w:val="006E6997"/>
    <w:rsid w:val="006F3426"/>
    <w:rsid w:val="00706419"/>
    <w:rsid w:val="00722333"/>
    <w:rsid w:val="00727221"/>
    <w:rsid w:val="007361C2"/>
    <w:rsid w:val="00740706"/>
    <w:rsid w:val="00745D26"/>
    <w:rsid w:val="00766B4B"/>
    <w:rsid w:val="00774A18"/>
    <w:rsid w:val="0077506E"/>
    <w:rsid w:val="00781E01"/>
    <w:rsid w:val="00784424"/>
    <w:rsid w:val="007959A1"/>
    <w:rsid w:val="00796372"/>
    <w:rsid w:val="007A6805"/>
    <w:rsid w:val="007A7B01"/>
    <w:rsid w:val="007B4530"/>
    <w:rsid w:val="008022C9"/>
    <w:rsid w:val="00804137"/>
    <w:rsid w:val="0083615F"/>
    <w:rsid w:val="00845175"/>
    <w:rsid w:val="008456C7"/>
    <w:rsid w:val="008527CA"/>
    <w:rsid w:val="00866EAE"/>
    <w:rsid w:val="008817E2"/>
    <w:rsid w:val="008A322D"/>
    <w:rsid w:val="008B1CA5"/>
    <w:rsid w:val="008B5D7F"/>
    <w:rsid w:val="008C3548"/>
    <w:rsid w:val="008D344E"/>
    <w:rsid w:val="008E3ADB"/>
    <w:rsid w:val="0091132C"/>
    <w:rsid w:val="00911F56"/>
    <w:rsid w:val="00937D9E"/>
    <w:rsid w:val="0094691B"/>
    <w:rsid w:val="0097071D"/>
    <w:rsid w:val="009A34D2"/>
    <w:rsid w:val="009A5CA0"/>
    <w:rsid w:val="009C6954"/>
    <w:rsid w:val="009D2BAA"/>
    <w:rsid w:val="009F4722"/>
    <w:rsid w:val="00A00D03"/>
    <w:rsid w:val="00A50BBC"/>
    <w:rsid w:val="00A5497F"/>
    <w:rsid w:val="00A63D5A"/>
    <w:rsid w:val="00A67164"/>
    <w:rsid w:val="00A74745"/>
    <w:rsid w:val="00A7491A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3295A"/>
    <w:rsid w:val="00B349A1"/>
    <w:rsid w:val="00B46ED4"/>
    <w:rsid w:val="00B55178"/>
    <w:rsid w:val="00B67AFA"/>
    <w:rsid w:val="00B80315"/>
    <w:rsid w:val="00BC590F"/>
    <w:rsid w:val="00BE67C6"/>
    <w:rsid w:val="00C4581A"/>
    <w:rsid w:val="00C46C3E"/>
    <w:rsid w:val="00C47CD3"/>
    <w:rsid w:val="00C719CC"/>
    <w:rsid w:val="00C72E47"/>
    <w:rsid w:val="00C85CBD"/>
    <w:rsid w:val="00C9350C"/>
    <w:rsid w:val="00CA55FD"/>
    <w:rsid w:val="00CA59E4"/>
    <w:rsid w:val="00CA688E"/>
    <w:rsid w:val="00CC6657"/>
    <w:rsid w:val="00CD7188"/>
    <w:rsid w:val="00CF47AC"/>
    <w:rsid w:val="00D04D6F"/>
    <w:rsid w:val="00D34D9F"/>
    <w:rsid w:val="00D42CEC"/>
    <w:rsid w:val="00D605F8"/>
    <w:rsid w:val="00D63A52"/>
    <w:rsid w:val="00D66860"/>
    <w:rsid w:val="00D8557F"/>
    <w:rsid w:val="00D967E3"/>
    <w:rsid w:val="00DC3722"/>
    <w:rsid w:val="00DD13FB"/>
    <w:rsid w:val="00DE5341"/>
    <w:rsid w:val="00E04A77"/>
    <w:rsid w:val="00E04E80"/>
    <w:rsid w:val="00E071B6"/>
    <w:rsid w:val="00E119DC"/>
    <w:rsid w:val="00E16921"/>
    <w:rsid w:val="00E21EED"/>
    <w:rsid w:val="00E32002"/>
    <w:rsid w:val="00E35AAD"/>
    <w:rsid w:val="00E66B96"/>
    <w:rsid w:val="00E70784"/>
    <w:rsid w:val="00E75EB3"/>
    <w:rsid w:val="00E85BE9"/>
    <w:rsid w:val="00E868DA"/>
    <w:rsid w:val="00E96ADB"/>
    <w:rsid w:val="00EA12E8"/>
    <w:rsid w:val="00EC3362"/>
    <w:rsid w:val="00ED5FE4"/>
    <w:rsid w:val="00ED705A"/>
    <w:rsid w:val="00EE5FD5"/>
    <w:rsid w:val="00EF042D"/>
    <w:rsid w:val="00F002D2"/>
    <w:rsid w:val="00F105C7"/>
    <w:rsid w:val="00F203DB"/>
    <w:rsid w:val="00F22415"/>
    <w:rsid w:val="00F412FD"/>
    <w:rsid w:val="00F46177"/>
    <w:rsid w:val="00F6113C"/>
    <w:rsid w:val="00F63AEE"/>
    <w:rsid w:val="00FB0EF0"/>
    <w:rsid w:val="00FB3059"/>
    <w:rsid w:val="00FC3506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B1D5B3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VascularLab\Genesis%20International\Genesis%202%20International\Carotid\Carotid%20Standard%20-%20With%20Logo%20J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Standard - With Logo JC.dot</Template>
  <TotalTime>0</TotalTime>
  <Pages>1</Pages>
  <Words>105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2021-09-23T14:01:00Z</dcterms:created>
  <dcterms:modified xsi:type="dcterms:W3CDTF">2021-10-12T10:24:00Z</dcterms:modified>
</cp:coreProperties>
</file>